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6F42E9" w:rsidRPr="00512717" w14:paraId="41C11D68" w14:textId="77777777" w:rsidTr="006F42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5BD553" w14:textId="77777777" w:rsidR="006F42E9" w:rsidRPr="00836C67" w:rsidRDefault="006F42E9" w:rsidP="00D4538F">
            <w:pPr>
              <w:keepNext/>
              <w:pageBreakBefore/>
              <w:spacing w:before="40" w:after="40"/>
              <w:rPr>
                <w:b/>
                <w:smallCaps/>
                <w:sz w:val="24"/>
              </w:rPr>
            </w:pPr>
            <w:r w:rsidRPr="001111E8">
              <w:rPr>
                <w:b/>
                <w:smallCaps/>
                <w:sz w:val="28"/>
                <w:szCs w:val="28"/>
              </w:rPr>
              <w:t xml:space="preserve">OSP 03: </w:t>
            </w:r>
            <w:proofErr w:type="spellStart"/>
            <w:r w:rsidRPr="001111E8">
              <w:rPr>
                <w:b/>
                <w:smallCaps/>
                <w:sz w:val="28"/>
                <w:szCs w:val="28"/>
              </w:rPr>
              <w:t>Etiquetado</w:t>
            </w:r>
            <w:proofErr w:type="spellEnd"/>
            <w:r w:rsidRPr="001111E8">
              <w:rPr>
                <w:b/>
                <w:smallCaps/>
                <w:sz w:val="28"/>
                <w:szCs w:val="28"/>
              </w:rPr>
              <w:t xml:space="preserve"> y </w:t>
            </w:r>
            <w:proofErr w:type="spellStart"/>
            <w:r w:rsidRPr="001111E8">
              <w:rPr>
                <w:b/>
                <w:smallCaps/>
                <w:sz w:val="28"/>
                <w:szCs w:val="28"/>
              </w:rPr>
              <w:t>Embalaje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7259E5" w14:textId="77777777" w:rsidR="006F42E9" w:rsidRPr="001322C5" w:rsidRDefault="00BA4608" w:rsidP="006F42E9">
            <w:pPr>
              <w:jc w:val="right"/>
              <w:rPr>
                <w:iCs/>
                <w:szCs w:val="22"/>
                <w:lang w:val="es-EC"/>
              </w:rPr>
            </w:pPr>
            <w:r w:rsidRPr="001322C5">
              <w:rPr>
                <w:iCs/>
                <w:szCs w:val="22"/>
                <w:lang w:val="es-EC"/>
              </w:rPr>
              <w:t xml:space="preserve">Regulaciones Orgánicas del </w:t>
            </w:r>
            <w:proofErr w:type="gramStart"/>
            <w:r w:rsidRPr="001322C5">
              <w:rPr>
                <w:iCs/>
                <w:szCs w:val="22"/>
                <w:lang w:val="es-EC"/>
              </w:rPr>
              <w:t xml:space="preserve">USDA </w:t>
            </w:r>
            <w:r w:rsidRPr="001322C5">
              <w:rPr>
                <w:iCs/>
                <w:sz w:val="20"/>
                <w:szCs w:val="20"/>
                <w:lang w:val="es-EC"/>
              </w:rPr>
              <w:t xml:space="preserve"> </w:t>
            </w:r>
            <w:r w:rsidR="006F42E9" w:rsidRPr="001322C5">
              <w:rPr>
                <w:iCs/>
                <w:szCs w:val="22"/>
                <w:lang w:val="es-EC"/>
              </w:rPr>
              <w:t>§</w:t>
            </w:r>
            <w:proofErr w:type="gramEnd"/>
            <w:r w:rsidR="006F42E9" w:rsidRPr="001322C5">
              <w:rPr>
                <w:iCs/>
                <w:szCs w:val="22"/>
                <w:lang w:val="es-EC"/>
              </w:rPr>
              <w:t>205.303-307</w:t>
            </w:r>
          </w:p>
          <w:p w14:paraId="183B9B4A" w14:textId="6C630C05" w:rsidR="006850B7" w:rsidRPr="001322C5" w:rsidRDefault="00E34E72" w:rsidP="006F42E9">
            <w:pPr>
              <w:jc w:val="right"/>
              <w:rPr>
                <w:iCs/>
                <w:szCs w:val="22"/>
                <w:lang w:val="es-EC"/>
              </w:rPr>
            </w:pPr>
            <w:r w:rsidRPr="001322C5">
              <w:rPr>
                <w:iCs/>
                <w:szCs w:val="22"/>
                <w:lang w:val="es-EC"/>
              </w:rPr>
              <w:t>Reglamento (UE) 2018/848, artículos 30 a 33 y anexo II</w:t>
            </w:r>
          </w:p>
        </w:tc>
      </w:tr>
      <w:tr w:rsidR="00C84318" w:rsidRPr="00512717" w14:paraId="092E4F6E" w14:textId="77777777" w:rsidTr="00D4538F">
        <w:trPr>
          <w:trHeight w:val="57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805" w14:textId="232EB10B" w:rsidR="003A325F" w:rsidRPr="001322C5" w:rsidRDefault="003A325F" w:rsidP="003A325F">
            <w:pPr>
              <w:spacing w:before="40" w:after="80"/>
              <w:rPr>
                <w:i/>
                <w:iCs/>
                <w:sz w:val="24"/>
                <w:lang w:val="es-EC"/>
              </w:rPr>
            </w:pPr>
            <w:r w:rsidRPr="001322C5">
              <w:rPr>
                <w:i/>
                <w:sz w:val="24"/>
                <w:lang w:val="es-EC"/>
              </w:rPr>
              <w:t>QCS debe aprobar todas las etiquetas y</w:t>
            </w:r>
            <w:r w:rsidR="00512717">
              <w:rPr>
                <w:i/>
                <w:sz w:val="24"/>
                <w:lang w:val="es-EC"/>
              </w:rPr>
              <w:t xml:space="preserve"> </w:t>
            </w:r>
            <w:r w:rsidR="00836A64">
              <w:rPr>
                <w:i/>
                <w:sz w:val="24"/>
                <w:lang w:val="es-EC"/>
              </w:rPr>
              <w:t>todos los</w:t>
            </w:r>
            <w:r w:rsidRPr="001322C5">
              <w:rPr>
                <w:i/>
                <w:sz w:val="24"/>
                <w:lang w:val="es-EC"/>
              </w:rPr>
              <w:t xml:space="preserve"> materiales de marketing </w:t>
            </w:r>
            <w:r w:rsidR="00836A64">
              <w:rPr>
                <w:i/>
                <w:sz w:val="24"/>
                <w:lang w:val="es-EC"/>
              </w:rPr>
              <w:t>que su operaci</w:t>
            </w:r>
            <w:r w:rsidR="00836A64" w:rsidRPr="00836A64">
              <w:rPr>
                <w:i/>
                <w:sz w:val="24"/>
                <w:lang w:val="es-EC"/>
              </w:rPr>
              <w:t>ó</w:t>
            </w:r>
            <w:r w:rsidR="00836A64">
              <w:rPr>
                <w:i/>
                <w:sz w:val="24"/>
                <w:lang w:val="es-EC"/>
              </w:rPr>
              <w:t>n</w:t>
            </w:r>
            <w:r w:rsidRPr="001322C5">
              <w:rPr>
                <w:i/>
                <w:sz w:val="24"/>
                <w:lang w:val="es-EC"/>
              </w:rPr>
              <w:t xml:space="preserve"> </w:t>
            </w:r>
            <w:r w:rsidR="00836A64">
              <w:rPr>
                <w:i/>
                <w:sz w:val="24"/>
                <w:lang w:val="es-EC"/>
              </w:rPr>
              <w:t xml:space="preserve">aplique </w:t>
            </w:r>
            <w:r w:rsidRPr="001322C5">
              <w:rPr>
                <w:i/>
                <w:sz w:val="24"/>
                <w:lang w:val="es-EC"/>
              </w:rPr>
              <w:t xml:space="preserve">a productos orgánicos, empaques minoristas y no minoristas, contenedores de almacenamiento y documentos comerciales </w:t>
            </w:r>
            <w:r w:rsidRPr="001322C5">
              <w:rPr>
                <w:b/>
                <w:bCs/>
                <w:i/>
                <w:sz w:val="24"/>
                <w:lang w:val="es-EC"/>
              </w:rPr>
              <w:t>antes de su uso</w:t>
            </w:r>
            <w:r w:rsidRPr="001322C5">
              <w:rPr>
                <w:i/>
                <w:sz w:val="24"/>
                <w:lang w:val="es-EC"/>
              </w:rPr>
              <w:t xml:space="preserve">. </w:t>
            </w:r>
          </w:p>
          <w:p w14:paraId="6FC432A0" w14:textId="514AAA98" w:rsidR="003A325F" w:rsidRPr="001322C5" w:rsidRDefault="003A325F" w:rsidP="003A325F">
            <w:pPr>
              <w:rPr>
                <w:b/>
                <w:bCs/>
                <w:iCs/>
                <w:szCs w:val="22"/>
                <w:lang w:val="es-EC"/>
              </w:rPr>
            </w:pPr>
            <w:r w:rsidRPr="001322C5">
              <w:rPr>
                <w:b/>
                <w:bCs/>
                <w:iCs/>
                <w:szCs w:val="22"/>
                <w:lang w:val="es-EC"/>
              </w:rPr>
              <w:t xml:space="preserve">Criterios de etiquetado de los productos </w:t>
            </w:r>
            <w:r w:rsidR="0049726B">
              <w:rPr>
                <w:b/>
                <w:bCs/>
                <w:iCs/>
                <w:szCs w:val="22"/>
                <w:lang w:val="es-EC"/>
              </w:rPr>
              <w:t>orgánicos</w:t>
            </w:r>
            <w:r w:rsidRPr="001322C5">
              <w:rPr>
                <w:b/>
                <w:bCs/>
                <w:iCs/>
                <w:szCs w:val="22"/>
                <w:lang w:val="es-EC"/>
              </w:rPr>
              <w:t>:</w:t>
            </w:r>
          </w:p>
          <w:p w14:paraId="54D72A05" w14:textId="77777777" w:rsidR="003A325F" w:rsidRPr="001322C5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  <w:lang w:val="es-EC"/>
              </w:rPr>
            </w:pPr>
            <w:r w:rsidRPr="001322C5">
              <w:rPr>
                <w:iCs/>
                <w:szCs w:val="22"/>
                <w:lang w:val="es-EC"/>
              </w:rPr>
              <w:t>Regulaciones orgánicas del USDA: 7 CFR §205.303-307</w:t>
            </w:r>
          </w:p>
          <w:p w14:paraId="5D73F26F" w14:textId="15434ED2" w:rsidR="003A325F" w:rsidRPr="001322C5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  <w:lang w:val="es-EC"/>
              </w:rPr>
            </w:pPr>
            <w:r w:rsidRPr="001322C5">
              <w:rPr>
                <w:iCs/>
                <w:szCs w:val="22"/>
                <w:lang w:val="es-EC"/>
              </w:rPr>
              <w:t>Normas de producción ecológica de la UE: capítulo IV del Reglamento (UE) 2018/848 (artículos 30 a 33) y anexo III</w:t>
            </w:r>
          </w:p>
          <w:p w14:paraId="75FD157D" w14:textId="1532340C" w:rsidR="00C84318" w:rsidRPr="001322C5" w:rsidRDefault="003A325F" w:rsidP="00F33CB0">
            <w:pPr>
              <w:spacing w:before="80" w:after="80"/>
              <w:rPr>
                <w:iCs/>
                <w:szCs w:val="22"/>
                <w:lang w:val="es-EC"/>
              </w:rPr>
            </w:pPr>
            <w:r w:rsidRPr="001322C5">
              <w:rPr>
                <w:iCs/>
                <w:szCs w:val="22"/>
                <w:lang w:val="es-EC"/>
              </w:rPr>
              <w:t xml:space="preserve">Consulte el sitio web de QCS para obtener orientación adicional: </w:t>
            </w:r>
            <w:hyperlink r:id="rId11" w:history="1">
              <w:r w:rsidRPr="001322C5">
                <w:rPr>
                  <w:rStyle w:val="Hyperlink"/>
                  <w:iCs/>
                  <w:szCs w:val="22"/>
                  <w:lang w:val="es-EC"/>
                </w:rPr>
                <w:t>Etiquetado orgánico - Servicios de certificación de calidad (qcsinfo.org)</w:t>
              </w:r>
            </w:hyperlink>
          </w:p>
        </w:tc>
      </w:tr>
      <w:tr w:rsidR="002F5264" w:rsidRPr="001322C5" w14:paraId="6A8BAB5D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90EB4F" w14:textId="387F5A84" w:rsidR="002F5264" w:rsidRPr="00E211FF" w:rsidRDefault="002E298B" w:rsidP="00D4538F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b/>
                <w:bCs/>
                <w:sz w:val="24"/>
                <w:lang w:val="es-EC"/>
              </w:rPr>
            </w:pPr>
            <w:r w:rsidRPr="00512717">
              <w:rPr>
                <w:b/>
                <w:bCs/>
                <w:sz w:val="24"/>
                <w:lang w:val="es-EC"/>
              </w:rPr>
              <w:t>MATERIALES DE MARKETING:</w:t>
            </w:r>
            <w:r w:rsidR="00DE15EB" w:rsidRPr="00512717">
              <w:rPr>
                <w:b/>
                <w:bCs/>
                <w:sz w:val="24"/>
                <w:lang w:val="es-EC"/>
              </w:rPr>
              <w:t xml:space="preserve"> </w:t>
            </w:r>
            <w:r w:rsidRPr="00512717">
              <w:rPr>
                <w:b/>
                <w:bCs/>
                <w:sz w:val="24"/>
                <w:lang w:val="es-EC"/>
              </w:rPr>
              <w:t xml:space="preserve"> </w:t>
            </w:r>
            <w:r w:rsidR="00DE15EB"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5EB" w:rsidRPr="00512717">
              <w:rPr>
                <w:iCs/>
                <w:lang w:val="es-EC"/>
              </w:rPr>
              <w:instrText xml:space="preserve"> FORMCHECKBOX </w:instrText>
            </w:r>
            <w:r w:rsidR="00DE15EB" w:rsidRPr="007B55F8">
              <w:rPr>
                <w:iCs/>
              </w:rPr>
            </w:r>
            <w:r w:rsidR="00DE15EB" w:rsidRPr="007B55F8">
              <w:rPr>
                <w:iCs/>
              </w:rPr>
              <w:fldChar w:fldCharType="separate"/>
            </w:r>
            <w:r w:rsidR="00DE15EB" w:rsidRPr="007B55F8">
              <w:rPr>
                <w:iCs/>
              </w:rPr>
              <w:fldChar w:fldCharType="end"/>
            </w:r>
            <w:r w:rsidR="00DE15EB" w:rsidRPr="00B7768F">
              <w:rPr>
                <w:szCs w:val="22"/>
                <w:lang w:val="es-EC"/>
              </w:rPr>
              <w:t xml:space="preserve"> </w:t>
            </w:r>
            <w:r w:rsidRPr="00512717">
              <w:rPr>
                <w:b/>
                <w:bCs/>
                <w:sz w:val="24"/>
                <w:lang w:val="es-EC"/>
              </w:rPr>
              <w:t>No aplica. No utilizo ningún material ni método para promocionar mi negocio</w:t>
            </w:r>
            <w:r w:rsidR="00E211FF">
              <w:rPr>
                <w:b/>
                <w:bCs/>
                <w:sz w:val="24"/>
                <w:lang w:val="es-EC"/>
              </w:rPr>
              <w:t>/operación</w:t>
            </w:r>
            <w:r w:rsidRPr="00512717">
              <w:rPr>
                <w:b/>
                <w:bCs/>
                <w:sz w:val="24"/>
                <w:lang w:val="es-EC"/>
              </w:rPr>
              <w:t xml:space="preserve"> o mis productos. </w:t>
            </w:r>
            <w:r w:rsidRPr="00E211FF">
              <w:rPr>
                <w:b/>
                <w:bCs/>
                <w:sz w:val="24"/>
                <w:lang w:val="es-EC"/>
              </w:rPr>
              <w:t>Pase a la sección B.</w:t>
            </w:r>
          </w:p>
          <w:p w14:paraId="57F72485" w14:textId="08C056DE" w:rsidR="002F5264" w:rsidRPr="001322C5" w:rsidRDefault="00C96373" w:rsidP="002F5264">
            <w:pPr>
              <w:pStyle w:val="ListParagraph"/>
              <w:numPr>
                <w:ilvl w:val="0"/>
                <w:numId w:val="44"/>
              </w:numPr>
              <w:contextualSpacing w:val="0"/>
              <w:rPr>
                <w:lang w:val="es-EC"/>
              </w:rPr>
            </w:pPr>
            <w:r w:rsidRPr="00C96373">
              <w:rPr>
                <w:lang w:val="es-EC"/>
              </w:rPr>
              <w:t>Revisa todos los tipos de materiales y métodos utilizados para comercializar tu operación y productos:</w:t>
            </w:r>
            <w:r w:rsidR="002F5264" w:rsidRPr="001322C5">
              <w:rPr>
                <w:lang w:val="es-EC"/>
              </w:rPr>
              <w:t xml:space="preserve"> </w:t>
            </w:r>
          </w:p>
          <w:p w14:paraId="3F40F734" w14:textId="55D13F1D" w:rsidR="002F5264" w:rsidRPr="00512717" w:rsidRDefault="002F5264" w:rsidP="007A1041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iCs/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1322C5">
              <w:rPr>
                <w:iCs/>
                <w:lang w:val="es-EC"/>
              </w:rPr>
              <w:t xml:space="preserve"> </w:t>
            </w:r>
            <w:r w:rsidR="007A1041" w:rsidRPr="007A1041">
              <w:rPr>
                <w:iCs/>
                <w:lang w:val="es-EC"/>
              </w:rPr>
              <w:t>Pancartas/letreros (exhibidores de mercado).</w:t>
            </w:r>
            <w:r w:rsidR="007A1041">
              <w:rPr>
                <w:iCs/>
                <w:lang w:val="es-EC"/>
              </w:rPr>
              <w:t xml:space="preserve"> </w:t>
            </w:r>
            <w:r w:rsidR="007A1041" w:rsidRPr="00512717">
              <w:rPr>
                <w:iCs/>
                <w:lang w:val="es-EC"/>
              </w:rPr>
              <w:t xml:space="preserve">Describir: </w:t>
            </w:r>
            <w:r w:rsidR="007A1041"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7A1041" w:rsidRPr="00512717">
              <w:rPr>
                <w:rFonts w:ascii="Garamond" w:hAnsi="Garamond" w:cs="Arabic Typesetting"/>
                <w:iCs/>
                <w:lang w:val="es-EC"/>
              </w:rPr>
              <w:instrText xml:space="preserve"> FORMTEXT </w:instrText>
            </w:r>
            <w:r w:rsidR="007A1041" w:rsidRPr="007B55F8">
              <w:rPr>
                <w:rFonts w:ascii="Garamond" w:hAnsi="Garamond" w:cs="Arabic Typesetting"/>
                <w:iCs/>
              </w:rPr>
            </w:r>
            <w:r w:rsidR="007A1041"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="007A1041" w:rsidRPr="00512717">
              <w:rPr>
                <w:rFonts w:ascii="Garamond" w:hAnsi="Garamond" w:cs="Arabic Typesetting"/>
                <w:iCs/>
                <w:noProof/>
                <w:lang w:val="es-EC"/>
              </w:rPr>
              <w:t>     </w:t>
            </w:r>
            <w:r w:rsidR="007A1041"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6E63043C" w14:textId="2A336AFD" w:rsidR="007A1041" w:rsidRPr="00512717" w:rsidRDefault="007A1041" w:rsidP="007A1041">
            <w:pPr>
              <w:pStyle w:val="ListParagraph"/>
              <w:spacing w:after="120"/>
              <w:ind w:left="360"/>
              <w:contextualSpacing w:val="0"/>
              <w:rPr>
                <w:iCs/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717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="00B7768F" w:rsidRPr="00512717">
              <w:rPr>
                <w:iCs/>
                <w:lang w:val="es-EC"/>
              </w:rPr>
              <w:t xml:space="preserve"> Sitio web. Proporcione la URL: </w:t>
            </w:r>
            <w:r w:rsidR="00B7768F"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B7768F" w:rsidRPr="00512717">
              <w:rPr>
                <w:rFonts w:ascii="Garamond" w:hAnsi="Garamond" w:cs="Arabic Typesetting"/>
                <w:iCs/>
                <w:lang w:val="es-EC"/>
              </w:rPr>
              <w:instrText xml:space="preserve"> FORMTEXT </w:instrText>
            </w:r>
            <w:r w:rsidR="00B7768F" w:rsidRPr="007B55F8">
              <w:rPr>
                <w:rFonts w:ascii="Garamond" w:hAnsi="Garamond" w:cs="Arabic Typesetting"/>
                <w:iCs/>
              </w:rPr>
            </w:r>
            <w:r w:rsidR="00B7768F"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="00B7768F" w:rsidRPr="00512717">
              <w:rPr>
                <w:rFonts w:ascii="Garamond" w:hAnsi="Garamond" w:cs="Arabic Typesetting"/>
                <w:iCs/>
                <w:noProof/>
                <w:lang w:val="es-EC"/>
              </w:rPr>
              <w:t>     </w:t>
            </w:r>
            <w:r w:rsidR="00B7768F"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25BA2CB3" w14:textId="20280A4D" w:rsidR="007F334C" w:rsidRPr="00512717" w:rsidRDefault="007F334C" w:rsidP="007A1041">
            <w:pPr>
              <w:pStyle w:val="ListParagraph"/>
              <w:spacing w:after="120"/>
              <w:ind w:left="360"/>
              <w:contextualSpacing w:val="0"/>
              <w:rPr>
                <w:iCs/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717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512717">
              <w:rPr>
                <w:iCs/>
                <w:lang w:val="es-EC"/>
              </w:rPr>
              <w:t xml:space="preserve"> Redes sociales. Describir: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12717">
              <w:rPr>
                <w:rFonts w:ascii="Garamond" w:hAnsi="Garamond" w:cs="Arabic Typesetting"/>
                <w:iCs/>
                <w:lang w:val="es-EC"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512717">
              <w:rPr>
                <w:rFonts w:ascii="Garamond" w:hAnsi="Garamond" w:cs="Arabic Typesetting"/>
                <w:iCs/>
                <w:noProof/>
                <w:lang w:val="es-EC"/>
              </w:rPr>
              <w:t>     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09DEC33" w14:textId="3776FFEF" w:rsidR="007F334C" w:rsidRPr="00512717" w:rsidRDefault="007F334C" w:rsidP="007A1041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iCs/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717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512717">
              <w:rPr>
                <w:iCs/>
                <w:lang w:val="es-EC"/>
              </w:rPr>
              <w:t xml:space="preserve"> Folletos</w:t>
            </w:r>
          </w:p>
          <w:p w14:paraId="3A586D84" w14:textId="655CA85E" w:rsidR="002F5264" w:rsidRDefault="002F5264" w:rsidP="00516E40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717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512717">
              <w:rPr>
                <w:iCs/>
                <w:lang w:val="es-EC"/>
              </w:rPr>
              <w:t xml:space="preserve"> Otro</w:t>
            </w:r>
            <w:r w:rsidR="007F334C" w:rsidRPr="00512717">
              <w:rPr>
                <w:iCs/>
                <w:lang w:val="es-EC"/>
              </w:rPr>
              <w:t>s</w:t>
            </w:r>
            <w:r w:rsidRPr="00512717">
              <w:rPr>
                <w:iCs/>
                <w:lang w:val="es-EC"/>
              </w:rPr>
              <w:t xml:space="preserve">. </w:t>
            </w:r>
            <w:proofErr w:type="spellStart"/>
            <w:r>
              <w:rPr>
                <w:iCs/>
              </w:rPr>
              <w:t>Describir</w:t>
            </w:r>
            <w:proofErr w:type="spellEnd"/>
            <w:r>
              <w:rPr>
                <w:iCs/>
              </w:rPr>
              <w:t xml:space="preserve">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     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367A757" w14:textId="53268CCD" w:rsidR="002F5264" w:rsidRPr="001322C5" w:rsidRDefault="00B7768F" w:rsidP="009F70B2">
            <w:pPr>
              <w:pStyle w:val="indent-2"/>
              <w:keepNext/>
              <w:numPr>
                <w:ilvl w:val="0"/>
                <w:numId w:val="44"/>
              </w:numPr>
              <w:spacing w:before="40" w:beforeAutospacing="0" w:after="40" w:afterAutospacing="0"/>
              <w:rPr>
                <w:rFonts w:ascii="Arial Narrow" w:hAnsi="Arial Narrow"/>
                <w:sz w:val="22"/>
                <w:szCs w:val="22"/>
                <w:lang w:val="es-EC"/>
              </w:rPr>
            </w:pPr>
            <w:r w:rsidRPr="00B7768F">
              <w:rPr>
                <w:rFonts w:ascii="Arial Narrow" w:hAnsi="Arial Narrow"/>
                <w:sz w:val="22"/>
                <w:szCs w:val="22"/>
                <w:lang w:val="es-EC"/>
              </w:rPr>
              <w:t>Adjunte copias a todo color de todos los materiales de marketing que se estén utilizando o que se planeen utilizar.</w:t>
            </w:r>
            <w:r w:rsidR="009D5724">
              <w:rPr>
                <w:rFonts w:ascii="Arial Narrow" w:hAnsi="Arial Narrow"/>
                <w:sz w:val="22"/>
                <w:szCs w:val="22"/>
                <w:lang w:val="es-EC"/>
              </w:rPr>
              <w:t xml:space="preserve"> </w:t>
            </w:r>
            <w:r w:rsidR="009D5724"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5724" w:rsidRPr="00512717">
              <w:rPr>
                <w:iCs/>
                <w:lang w:val="es-EC"/>
              </w:rPr>
              <w:instrText xml:space="preserve"> FORMCHECKBOX </w:instrText>
            </w:r>
            <w:r w:rsidR="009D5724" w:rsidRPr="007B55F8">
              <w:rPr>
                <w:iCs/>
              </w:rPr>
            </w:r>
            <w:r w:rsidR="009D5724" w:rsidRPr="007B55F8">
              <w:rPr>
                <w:iCs/>
              </w:rPr>
              <w:fldChar w:fldCharType="separate"/>
            </w:r>
            <w:r w:rsidR="009D5724" w:rsidRPr="007B55F8">
              <w:rPr>
                <w:iCs/>
              </w:rPr>
              <w:fldChar w:fldCharType="end"/>
            </w:r>
            <w:r w:rsidRPr="00B7768F">
              <w:rPr>
                <w:rFonts w:ascii="Arial Narrow" w:hAnsi="Arial Narrow"/>
                <w:sz w:val="22"/>
                <w:szCs w:val="22"/>
                <w:lang w:val="es-EC"/>
              </w:rPr>
              <w:t xml:space="preserve"> Adjunto</w:t>
            </w:r>
          </w:p>
        </w:tc>
      </w:tr>
      <w:tr w:rsidR="002F5264" w:rsidRPr="00484889" w14:paraId="131C2E32" w14:textId="77777777" w:rsidTr="00582CE7">
        <w:trPr>
          <w:trHeight w:val="230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</w:tcPr>
          <w:p w14:paraId="78E36A07" w14:textId="08F4864B" w:rsidR="002F5264" w:rsidRPr="00103564" w:rsidRDefault="002F5264" w:rsidP="00582CE7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i/>
                <w:sz w:val="24"/>
                <w:lang w:val="es-EC"/>
              </w:rPr>
            </w:pPr>
            <w:r w:rsidRPr="001322C5">
              <w:rPr>
                <w:b/>
                <w:bCs/>
                <w:iCs/>
                <w:sz w:val="24"/>
                <w:lang w:val="es-EC"/>
              </w:rPr>
              <w:t xml:space="preserve">ENVASES Y ETIQUETAS PARA </w:t>
            </w:r>
            <w:r w:rsidR="00E211FF">
              <w:rPr>
                <w:b/>
                <w:bCs/>
                <w:iCs/>
                <w:sz w:val="24"/>
                <w:lang w:val="es-EC"/>
              </w:rPr>
              <w:t xml:space="preserve">CONTENEDORES </w:t>
            </w:r>
            <w:r w:rsidRPr="001322C5">
              <w:rPr>
                <w:b/>
                <w:bCs/>
                <w:iCs/>
                <w:sz w:val="24"/>
                <w:lang w:val="es-EC"/>
              </w:rPr>
              <w:t>NO MINORISTAS</w:t>
            </w:r>
            <w:r w:rsidR="00103564">
              <w:rPr>
                <w:b/>
                <w:bCs/>
                <w:iCs/>
                <w:sz w:val="24"/>
                <w:lang w:val="es-EC"/>
              </w:rPr>
              <w:t xml:space="preserve"> </w:t>
            </w:r>
            <w:r w:rsidR="00DE15EB">
              <w:rPr>
                <w:b/>
                <w:bCs/>
                <w:iCs/>
                <w:sz w:val="24"/>
                <w:lang w:val="es-EC"/>
              </w:rPr>
              <w:t xml:space="preserve"> </w:t>
            </w:r>
            <w:r w:rsidR="00DE15EB"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5EB" w:rsidRPr="00512717">
              <w:rPr>
                <w:iCs/>
                <w:lang w:val="es-EC"/>
              </w:rPr>
              <w:instrText xml:space="preserve"> FORMCHECKBOX </w:instrText>
            </w:r>
            <w:r w:rsidR="00DE15EB" w:rsidRPr="007B55F8">
              <w:rPr>
                <w:iCs/>
              </w:rPr>
            </w:r>
            <w:r w:rsidR="00DE15EB" w:rsidRPr="007B55F8">
              <w:rPr>
                <w:iCs/>
              </w:rPr>
              <w:fldChar w:fldCharType="separate"/>
            </w:r>
            <w:r w:rsidR="00DE15EB" w:rsidRPr="007B55F8">
              <w:rPr>
                <w:iCs/>
              </w:rPr>
              <w:fldChar w:fldCharType="end"/>
            </w:r>
            <w:r w:rsidR="00DE15EB" w:rsidRPr="00B7768F">
              <w:rPr>
                <w:szCs w:val="22"/>
                <w:lang w:val="es-EC"/>
              </w:rPr>
              <w:t xml:space="preserve"> </w:t>
            </w:r>
            <w:r w:rsidR="00103564" w:rsidRPr="00103564">
              <w:rPr>
                <w:i/>
                <w:sz w:val="24"/>
                <w:lang w:val="es-EC"/>
              </w:rPr>
              <w:t>No aplica. No utilizo envases que no sean para la venta al público para la cosecha, el envasado, el almacenamiento ni el transporte de productos orgánicos. Pase a la sección C.</w:t>
            </w:r>
          </w:p>
          <w:p w14:paraId="1BFF00C9" w14:textId="7C7EA843" w:rsidR="002F5264" w:rsidRPr="001322C5" w:rsidRDefault="002F5264" w:rsidP="00582CE7">
            <w:pPr>
              <w:rPr>
                <w:i/>
                <w:iCs/>
                <w:lang w:val="es-EC"/>
              </w:rPr>
            </w:pPr>
            <w:r w:rsidRPr="001322C5">
              <w:rPr>
                <w:i/>
                <w:iCs/>
                <w:lang w:val="es-EC"/>
              </w:rPr>
              <w:t xml:space="preserve">Los contenedores no minoristas son cualquier contenedor que se usa para enviar o almacenar productos orgánicos y no se usan para la venta o exhibición minorista. Los ejemplos incluyen cajas de productos agrícolas, contenedores, contenedores a granel, cajas de cosecha, cajas de productos empaquetados al por mayor, remolques, vagones de ferrocarril, contenedores de envío, cargueros, elevadores de granos, silos u otros métodos de transporte o almacenamiento a granel. </w:t>
            </w:r>
          </w:p>
          <w:p w14:paraId="42D1BA2D" w14:textId="54C168EA" w:rsidR="002F5264" w:rsidRPr="001322C5" w:rsidRDefault="002F5264" w:rsidP="00467A78">
            <w:pPr>
              <w:pStyle w:val="ListParagraph"/>
              <w:numPr>
                <w:ilvl w:val="0"/>
                <w:numId w:val="40"/>
              </w:numPr>
              <w:ind w:left="504"/>
              <w:contextualSpacing w:val="0"/>
              <w:rPr>
                <w:i/>
                <w:iCs/>
                <w:lang w:val="es-EC"/>
              </w:rPr>
            </w:pPr>
            <w:r w:rsidRPr="001322C5">
              <w:rPr>
                <w:i/>
                <w:iCs/>
                <w:lang w:val="es-EC"/>
              </w:rPr>
              <w:t xml:space="preserve">Los contenedores no minoristas deben mostrar una identificación que indique que el producto en su interior es orgánico, a menos que el contenedor contenga productos empaquetados al por menor con una identificación orgánica visible en la etiqueta minorista a través del contenedor no minorista (por ejemplo, </w:t>
            </w:r>
            <w:r w:rsidR="00371089" w:rsidRPr="00371089">
              <w:rPr>
                <w:i/>
                <w:iCs/>
                <w:lang w:val="es-EC"/>
              </w:rPr>
              <w:t>palet de envases tipo almeja</w:t>
            </w:r>
            <w:r w:rsidR="00A21671">
              <w:rPr>
                <w:i/>
                <w:iCs/>
                <w:lang w:val="es-EC"/>
              </w:rPr>
              <w:t>/</w:t>
            </w:r>
            <w:proofErr w:type="spellStart"/>
            <w:r w:rsidR="00A21671">
              <w:rPr>
                <w:i/>
                <w:iCs/>
                <w:lang w:val="es-EC"/>
              </w:rPr>
              <w:t>clamshell</w:t>
            </w:r>
            <w:proofErr w:type="spellEnd"/>
            <w:r w:rsidRPr="001322C5">
              <w:rPr>
                <w:i/>
                <w:iCs/>
                <w:lang w:val="es-EC"/>
              </w:rPr>
              <w:t xml:space="preserve">). </w:t>
            </w:r>
          </w:p>
          <w:p w14:paraId="6FADFC4E" w14:textId="68001D5A" w:rsidR="002F5264" w:rsidRPr="001322C5" w:rsidRDefault="002F5264" w:rsidP="00467A78">
            <w:pPr>
              <w:pStyle w:val="ListParagraph"/>
              <w:numPr>
                <w:ilvl w:val="0"/>
                <w:numId w:val="40"/>
              </w:numPr>
              <w:spacing w:after="120"/>
              <w:ind w:left="504"/>
              <w:contextualSpacing w:val="0"/>
              <w:rPr>
                <w:i/>
                <w:iCs/>
                <w:lang w:val="es-EC"/>
              </w:rPr>
            </w:pPr>
            <w:r w:rsidRPr="001322C5">
              <w:rPr>
                <w:i/>
                <w:iCs/>
                <w:lang w:val="es-EC"/>
              </w:rPr>
              <w:t>Los contenedores no minoristas también deben mostrar un número de lote de producción, identificación de envío u otra identificación única que vincule el contenedor con la documentación de seguimiento de auditoría</w:t>
            </w:r>
            <w:r w:rsidR="00035356">
              <w:rPr>
                <w:i/>
                <w:iCs/>
                <w:lang w:val="es-EC"/>
              </w:rPr>
              <w:t>/trazabilidad</w:t>
            </w:r>
            <w:r w:rsidRPr="001322C5">
              <w:rPr>
                <w:i/>
                <w:iCs/>
                <w:lang w:val="es-EC"/>
              </w:rPr>
              <w:t>.</w:t>
            </w:r>
          </w:p>
          <w:p w14:paraId="792772E7" w14:textId="27D09B5A" w:rsidR="002F5264" w:rsidRPr="001322C5" w:rsidRDefault="002F5264" w:rsidP="00582CE7">
            <w:pPr>
              <w:pStyle w:val="ListParagraph"/>
              <w:numPr>
                <w:ilvl w:val="0"/>
                <w:numId w:val="36"/>
              </w:numPr>
              <w:contextualSpacing w:val="0"/>
              <w:rPr>
                <w:lang w:val="es-EC"/>
              </w:rPr>
            </w:pPr>
            <w:r w:rsidRPr="001322C5">
              <w:rPr>
                <w:lang w:val="es-EC"/>
              </w:rPr>
              <w:t>Revise todos los tipos de contenedores no minoristas que se utilizan para cosechar, empacar, almacenar y transportar productos</w:t>
            </w:r>
            <w:r w:rsidR="00BC267E">
              <w:rPr>
                <w:lang w:val="es-EC"/>
              </w:rPr>
              <w:t xml:space="preserve"> </w:t>
            </w:r>
            <w:r w:rsidRPr="001322C5">
              <w:rPr>
                <w:lang w:val="es-EC"/>
              </w:rPr>
              <w:t>orgánicos: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2250"/>
              <w:gridCol w:w="2693"/>
              <w:gridCol w:w="2693"/>
            </w:tblGrid>
            <w:tr w:rsidR="004B3FEF" w:rsidRPr="00512717" w14:paraId="43CBD879" w14:textId="77777777" w:rsidTr="00A5495C">
              <w:trPr>
                <w:jc w:val="right"/>
              </w:trPr>
              <w:tc>
                <w:tcPr>
                  <w:tcW w:w="2660" w:type="dxa"/>
                </w:tcPr>
                <w:p w14:paraId="27BFE279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Cajas de frutas y verduras enceradas</w:t>
                  </w:r>
                </w:p>
                <w:p w14:paraId="076015F3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Cajas/estuches</w:t>
                  </w:r>
                </w:p>
                <w:p w14:paraId="0C36C487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Tambores</w:t>
                  </w:r>
                </w:p>
                <w:p w14:paraId="2C1E19D4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Totes/súper sacos</w:t>
                  </w:r>
                </w:p>
                <w:p w14:paraId="757E0550" w14:textId="5134D476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Cajas/</w:t>
                  </w:r>
                  <w:proofErr w:type="spellStart"/>
                  <w:r w:rsidRPr="007B55F8">
                    <w:rPr>
                      <w:iCs/>
                    </w:rPr>
                    <w:t>contenedores</w:t>
                  </w:r>
                  <w:proofErr w:type="spellEnd"/>
                </w:p>
              </w:tc>
              <w:tc>
                <w:tcPr>
                  <w:tcW w:w="2250" w:type="dxa"/>
                </w:tcPr>
                <w:p w14:paraId="3B526DD7" w14:textId="6C0BE440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Bandejas</w:t>
                  </w:r>
                </w:p>
                <w:p w14:paraId="644CA89F" w14:textId="5A32661E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Vagones de gravedad</w:t>
                  </w:r>
                </w:p>
                <w:p w14:paraId="6BEDBB98" w14:textId="56A15323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Tanques estacionarios</w:t>
                  </w:r>
                </w:p>
                <w:p w14:paraId="1A429C46" w14:textId="664E412B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Silos/silos de grano</w:t>
                  </w:r>
                </w:p>
                <w:p w14:paraId="7E9EBC5A" w14:textId="7BC6D5D0" w:rsidR="004B3FEF" w:rsidRPr="00512717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2717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512717">
                    <w:rPr>
                      <w:iCs/>
                      <w:lang w:val="es-EC"/>
                    </w:rPr>
                    <w:t xml:space="preserve"> Elevadores de grano</w:t>
                  </w:r>
                </w:p>
              </w:tc>
              <w:tc>
                <w:tcPr>
                  <w:tcW w:w="2693" w:type="dxa"/>
                </w:tcPr>
                <w:p w14:paraId="421A5DC0" w14:textId="7D600C04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Automotores</w:t>
                  </w:r>
                </w:p>
                <w:p w14:paraId="725AC89D" w14:textId="39E9C9BB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Contenedores</w:t>
                  </w:r>
                </w:p>
                <w:p w14:paraId="4B95643A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Bodegas de carga</w:t>
                  </w:r>
                </w:p>
                <w:p w14:paraId="3D32ECB2" w14:textId="77777777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Remolques</w:t>
                  </w:r>
                </w:p>
                <w:p w14:paraId="080B1C4D" w14:textId="65AF4A85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</w:t>
                  </w:r>
                  <w:proofErr w:type="spellStart"/>
                  <w:r w:rsidRPr="007B55F8">
                    <w:rPr>
                      <w:iCs/>
                    </w:rPr>
                    <w:t>Petroleros</w:t>
                  </w:r>
                  <w:proofErr w:type="spellEnd"/>
                </w:p>
              </w:tc>
              <w:tc>
                <w:tcPr>
                  <w:tcW w:w="2693" w:type="dxa"/>
                </w:tcPr>
                <w:p w14:paraId="41E9473A" w14:textId="2D5E528B" w:rsidR="00392A9C" w:rsidRPr="001322C5" w:rsidRDefault="00392A9C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Palets envueltos</w:t>
                  </w:r>
                </w:p>
                <w:p w14:paraId="03F36D07" w14:textId="02E2627F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Cargueros</w:t>
                  </w:r>
                </w:p>
                <w:p w14:paraId="30795EAC" w14:textId="79821135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Barcazas</w:t>
                  </w:r>
                </w:p>
                <w:p w14:paraId="2AACD749" w14:textId="2D903D41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Buques de transporte marítimo</w:t>
                  </w:r>
                </w:p>
              </w:tc>
            </w:tr>
            <w:tr w:rsidR="004B3FEF" w:rsidRPr="007B55F8" w14:paraId="4119F853" w14:textId="77777777" w:rsidTr="003258F5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455AA287" w14:textId="7209DDA9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Bolsas selladas (papel de aluminio, papel, plástico, tela, etc.) </w:t>
                  </w:r>
                  <w:proofErr w:type="spellStart"/>
                  <w:r w:rsidRPr="007B55F8">
                    <w:rPr>
                      <w:iCs/>
                    </w:rPr>
                    <w:t>Describir</w:t>
                  </w:r>
                  <w:proofErr w:type="spellEnd"/>
                  <w:r w:rsidRPr="007B55F8">
                    <w:rPr>
                      <w:iCs/>
                    </w:rPr>
                    <w:t xml:space="preserve">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     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4B3FEF" w:rsidRPr="00512717" w14:paraId="20C97C41" w14:textId="77777777" w:rsidTr="003258F5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5B09C4A3" w14:textId="5BD5E50E" w:rsidR="004B3FEF" w:rsidRPr="001322C5" w:rsidRDefault="004B3FEF" w:rsidP="00582CE7">
                  <w:pPr>
                    <w:pStyle w:val="ListParagraph"/>
                    <w:ind w:left="0"/>
                    <w:contextualSpacing w:val="0"/>
                    <w:rPr>
                      <w:rFonts w:ascii="Garamond" w:hAnsi="Garamond" w:cs="Arabic Typesetting"/>
                      <w:iCs/>
                      <w:lang w:val="es-EC"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iCs/>
                      <w:lang w:val="es-EC"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1322C5">
                    <w:rPr>
                      <w:iCs/>
                      <w:lang w:val="es-EC"/>
                    </w:rPr>
                    <w:t xml:space="preserve"> Otro contenedor a granel. Describir: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322C5">
                    <w:rPr>
                      <w:rFonts w:ascii="Garamond" w:hAnsi="Garamond" w:cs="Arabic Typesetting"/>
                      <w:iCs/>
                      <w:lang w:val="es-EC"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1322C5">
                    <w:rPr>
                      <w:rFonts w:ascii="Garamond" w:hAnsi="Garamond" w:cs="Arabic Typesetting"/>
                      <w:iCs/>
                      <w:noProof/>
                      <w:lang w:val="es-EC"/>
                    </w:rPr>
                    <w:t>     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</w:tbl>
          <w:p w14:paraId="3A6C700B" w14:textId="37A859BD" w:rsidR="002F5264" w:rsidRPr="002530A2" w:rsidRDefault="002F5264" w:rsidP="00516E40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Cs w:val="22"/>
              </w:rPr>
            </w:pPr>
            <w:r w:rsidRPr="002530A2">
              <w:rPr>
                <w:szCs w:val="22"/>
                <w:lang w:val="es-EC"/>
              </w:rPr>
              <w:t xml:space="preserve">Adjunte copias a todo color de todas las etiquetas de contenedores no minoristas en uso o planeadas para usar. </w:t>
            </w:r>
            <w:r w:rsidRPr="002530A2">
              <w:rPr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30A2">
              <w:rPr>
                <w:iCs/>
                <w:szCs w:val="22"/>
                <w:lang w:val="es-EC"/>
              </w:rPr>
              <w:instrText xml:space="preserve"> FORMCHECKBOX </w:instrText>
            </w:r>
            <w:r w:rsidRPr="002530A2">
              <w:rPr>
                <w:iCs/>
                <w:szCs w:val="22"/>
              </w:rPr>
            </w:r>
            <w:r w:rsidRPr="002530A2">
              <w:rPr>
                <w:iCs/>
                <w:szCs w:val="22"/>
              </w:rPr>
              <w:fldChar w:fldCharType="separate"/>
            </w:r>
            <w:r w:rsidRPr="002530A2">
              <w:rPr>
                <w:iCs/>
                <w:szCs w:val="22"/>
              </w:rPr>
              <w:fldChar w:fldCharType="end"/>
            </w:r>
            <w:r w:rsidRPr="002530A2">
              <w:rPr>
                <w:iCs/>
                <w:szCs w:val="22"/>
                <w:lang w:val="es-EC"/>
              </w:rPr>
              <w:t xml:space="preserve"> </w:t>
            </w:r>
            <w:proofErr w:type="spellStart"/>
            <w:r w:rsidRPr="002530A2">
              <w:rPr>
                <w:b/>
                <w:bCs/>
                <w:iCs/>
                <w:szCs w:val="22"/>
              </w:rPr>
              <w:t>Adjunto</w:t>
            </w:r>
            <w:proofErr w:type="spellEnd"/>
          </w:p>
          <w:p w14:paraId="0B0C4A68" w14:textId="38458E05" w:rsidR="00DC7901" w:rsidRPr="00696792" w:rsidRDefault="001D2ECF" w:rsidP="00516E40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szCs w:val="22"/>
                <w:lang w:val="es-EC"/>
              </w:rPr>
            </w:pPr>
            <w:r w:rsidRPr="00512717">
              <w:rPr>
                <w:szCs w:val="22"/>
                <w:lang w:val="es-EC"/>
              </w:rPr>
              <w:lastRenderedPageBreak/>
              <w:t>¿Se ha tratado algún contenedor de cosecha, de almacenamiento/transporte u otro contenedor no destinado a la venta al público con fungicidas, conservantes o fumigantes sintéticos?</w:t>
            </w:r>
            <w:r w:rsidR="00F44794" w:rsidRPr="00512717">
              <w:rPr>
                <w:szCs w:val="22"/>
                <w:lang w:val="es-EC"/>
              </w:rPr>
              <w:t xml:space="preserve">  </w:t>
            </w:r>
            <w:r w:rsidR="00F44794" w:rsidRPr="002530A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794" w:rsidRPr="002530A2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="00F44794" w:rsidRPr="002530A2">
              <w:rPr>
                <w:bCs/>
                <w:iCs/>
                <w:szCs w:val="22"/>
              </w:rPr>
            </w:r>
            <w:r w:rsidR="00F44794" w:rsidRPr="002530A2">
              <w:rPr>
                <w:bCs/>
                <w:iCs/>
                <w:szCs w:val="22"/>
              </w:rPr>
              <w:fldChar w:fldCharType="separate"/>
            </w:r>
            <w:r w:rsidR="00F44794" w:rsidRPr="002530A2">
              <w:rPr>
                <w:bCs/>
                <w:iCs/>
                <w:szCs w:val="22"/>
              </w:rPr>
              <w:fldChar w:fldCharType="end"/>
            </w:r>
            <w:r w:rsidR="00F44794" w:rsidRPr="002530A2">
              <w:rPr>
                <w:bCs/>
                <w:iCs/>
                <w:szCs w:val="22"/>
                <w:lang w:val="es-EC"/>
              </w:rPr>
              <w:t xml:space="preserve"> Sí   </w:t>
            </w:r>
            <w:r w:rsidR="00F44794" w:rsidRPr="002530A2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794" w:rsidRPr="002530A2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="00F44794" w:rsidRPr="002530A2">
              <w:rPr>
                <w:bCs/>
                <w:iCs/>
                <w:szCs w:val="22"/>
              </w:rPr>
            </w:r>
            <w:r w:rsidR="00F44794" w:rsidRPr="002530A2">
              <w:rPr>
                <w:bCs/>
                <w:iCs/>
                <w:szCs w:val="22"/>
              </w:rPr>
              <w:fldChar w:fldCharType="separate"/>
            </w:r>
            <w:r w:rsidR="00F44794" w:rsidRPr="002530A2">
              <w:rPr>
                <w:bCs/>
                <w:iCs/>
                <w:szCs w:val="22"/>
              </w:rPr>
              <w:fldChar w:fldCharType="end"/>
            </w:r>
            <w:r w:rsidR="00F44794" w:rsidRPr="002530A2">
              <w:rPr>
                <w:bCs/>
                <w:iCs/>
                <w:szCs w:val="22"/>
                <w:lang w:val="es-EC"/>
              </w:rPr>
              <w:t xml:space="preserve"> No.</w:t>
            </w:r>
          </w:p>
          <w:p w14:paraId="4EACD306" w14:textId="45F8FB82" w:rsidR="002530A2" w:rsidRPr="00512717" w:rsidRDefault="002530A2" w:rsidP="002530A2">
            <w:pPr>
              <w:pStyle w:val="ListParagraph"/>
              <w:spacing w:before="80" w:after="120"/>
              <w:ind w:left="360"/>
              <w:contextualSpacing w:val="0"/>
              <w:rPr>
                <w:sz w:val="24"/>
                <w:lang w:val="es-EC"/>
              </w:rPr>
            </w:pPr>
            <w:r w:rsidRPr="00512717">
              <w:rPr>
                <w:szCs w:val="22"/>
                <w:lang w:val="es-EC"/>
              </w:rPr>
              <w:t xml:space="preserve">En caso afirmativo, describa el contenedor y el tratamiento, incluyendo los productos utilizados: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12717">
              <w:rPr>
                <w:rFonts w:ascii="Garamond" w:hAnsi="Garamond" w:cs="Arabic Typesetting"/>
                <w:iCs/>
                <w:lang w:val="es-EC"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512717">
              <w:rPr>
                <w:rFonts w:ascii="Garamond" w:hAnsi="Garamond" w:cs="Arabic Typesetting"/>
                <w:iCs/>
                <w:noProof/>
                <w:lang w:val="es-EC"/>
              </w:rPr>
              <w:t>     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27F9DAB6" w14:textId="40398407" w:rsidR="00B533BD" w:rsidRPr="001322C5" w:rsidRDefault="002F5264" w:rsidP="00582CE7">
            <w:pPr>
              <w:pStyle w:val="ListParagraph"/>
              <w:numPr>
                <w:ilvl w:val="0"/>
                <w:numId w:val="36"/>
              </w:numPr>
              <w:contextualSpacing w:val="0"/>
              <w:rPr>
                <w:i/>
                <w:iCs/>
                <w:sz w:val="24"/>
                <w:lang w:val="es-EC"/>
              </w:rPr>
            </w:pPr>
            <w:r w:rsidRPr="001322C5">
              <w:rPr>
                <w:lang w:val="es-EC"/>
              </w:rPr>
              <w:t xml:space="preserve">¿Todos los contenedores no minoristas que se utilizan para enviar o almacenar productos orgánicos certificados identifican el producto como orgánico?  </w:t>
            </w:r>
          </w:p>
          <w:p w14:paraId="04BF8BC8" w14:textId="2AFACF6C" w:rsidR="00B533BD" w:rsidRPr="001322C5" w:rsidRDefault="002F5264" w:rsidP="00582CE7">
            <w:pPr>
              <w:pStyle w:val="ListParagraph"/>
              <w:ind w:left="360"/>
              <w:contextualSpacing w:val="0"/>
              <w:rPr>
                <w:iCs/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1322C5">
              <w:rPr>
                <w:iCs/>
                <w:lang w:val="es-EC"/>
              </w:rPr>
              <w:t xml:space="preserve"> Sí  </w:t>
            </w:r>
          </w:p>
          <w:p w14:paraId="25387834" w14:textId="1BFA7A38" w:rsidR="002F5264" w:rsidRPr="001322C5" w:rsidRDefault="002F5264" w:rsidP="00582CE7">
            <w:pPr>
              <w:pStyle w:val="ListParagraph"/>
              <w:ind w:left="360"/>
              <w:contextualSpacing w:val="0"/>
              <w:rPr>
                <w:lang w:val="es-EC"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1322C5">
              <w:rPr>
                <w:iCs/>
                <w:lang w:val="es-EC"/>
              </w:rPr>
              <w:t xml:space="preserve"> No, pero </w:t>
            </w:r>
            <w:proofErr w:type="gramStart"/>
            <w:r w:rsidRPr="001322C5">
              <w:rPr>
                <w:iCs/>
                <w:lang w:val="es-EC"/>
              </w:rPr>
              <w:t xml:space="preserve">el </w:t>
            </w:r>
            <w:r w:rsidRPr="001322C5">
              <w:rPr>
                <w:lang w:val="es-EC"/>
              </w:rPr>
              <w:t>La identificación orgánica</w:t>
            </w:r>
            <w:proofErr w:type="gramEnd"/>
            <w:r w:rsidRPr="001322C5">
              <w:rPr>
                <w:lang w:val="es-EC"/>
              </w:rPr>
              <w:t xml:space="preserve"> en la etiqueta de venta al por menor es visible a través del contenedor no minorista</w:t>
            </w:r>
          </w:p>
          <w:p w14:paraId="14DA038F" w14:textId="68B0D449" w:rsidR="002F5264" w:rsidRPr="00F67438" w:rsidRDefault="00E20F69" w:rsidP="00591F5A">
            <w:pPr>
              <w:pStyle w:val="ListParagraph"/>
              <w:spacing w:after="120"/>
              <w:ind w:left="360"/>
              <w:contextualSpacing w:val="0"/>
              <w:rPr>
                <w:sz w:val="24"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No.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     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208EBDAF" w14:textId="03E1E253" w:rsidR="002F5264" w:rsidRPr="004C4D1E" w:rsidRDefault="00BE68A3" w:rsidP="00582CE7">
            <w:pPr>
              <w:pStyle w:val="ListParagraph"/>
              <w:keepNext/>
              <w:pageBreakBefore/>
              <w:numPr>
                <w:ilvl w:val="0"/>
                <w:numId w:val="36"/>
              </w:numPr>
              <w:contextualSpacing w:val="0"/>
              <w:rPr>
                <w:lang w:val="es-EC"/>
              </w:rPr>
            </w:pPr>
            <w:r w:rsidRPr="001322C5">
              <w:rPr>
                <w:lang w:val="es-EC"/>
              </w:rPr>
              <w:t>¿Cómo muestran los contenedores no minoristas utilizados para enviar o almacenar productos orgánicos una identificación única que vincula el contenedor con la documentación de seguimiento de auditoría</w:t>
            </w:r>
            <w:r w:rsidR="004C4D1E">
              <w:rPr>
                <w:lang w:val="es-EC"/>
              </w:rPr>
              <w:t>/trazabilidad</w:t>
            </w:r>
            <w:r w:rsidRPr="001322C5">
              <w:rPr>
                <w:lang w:val="es-EC"/>
              </w:rPr>
              <w:t xml:space="preserve">? </w:t>
            </w:r>
            <w:r w:rsidRPr="004C4D1E">
              <w:rPr>
                <w:lang w:val="es-EC"/>
              </w:rPr>
              <w:t xml:space="preserve">Marque todo lo que corresponda. </w:t>
            </w:r>
          </w:p>
          <w:p w14:paraId="556445DD" w14:textId="2013922A" w:rsidR="00E41F39" w:rsidRDefault="002F5264" w:rsidP="00582CE7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1322C5">
              <w:rPr>
                <w:iCs/>
                <w:lang w:val="es-EC"/>
              </w:rPr>
              <w:t xml:space="preserve"> Sistema de numeración de lotes. </w:t>
            </w:r>
            <w:r w:rsidRPr="001322C5">
              <w:rPr>
                <w:b/>
                <w:bCs/>
                <w:iCs/>
                <w:lang w:val="es-EC"/>
              </w:rPr>
              <w:t xml:space="preserve">Describa en Mantenimiento de registros.  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lang w:val="es-EC"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1322C5">
              <w:rPr>
                <w:iCs/>
                <w:lang w:val="es-EC"/>
              </w:rPr>
              <w:t xml:space="preserve"> </w:t>
            </w:r>
            <w:proofErr w:type="spellStart"/>
            <w:r>
              <w:rPr>
                <w:iCs/>
              </w:rPr>
              <w:t>Identificación</w:t>
            </w:r>
            <w:proofErr w:type="spellEnd"/>
            <w:r>
              <w:rPr>
                <w:iCs/>
              </w:rPr>
              <w:t xml:space="preserve"> del </w:t>
            </w:r>
            <w:proofErr w:type="spellStart"/>
            <w:r>
              <w:rPr>
                <w:iCs/>
              </w:rPr>
              <w:t>envío</w:t>
            </w:r>
            <w:proofErr w:type="spellEnd"/>
            <w:r>
              <w:rPr>
                <w:iCs/>
              </w:rPr>
              <w:t xml:space="preserve"> </w:t>
            </w:r>
          </w:p>
          <w:p w14:paraId="73A8FC89" w14:textId="105FE786" w:rsidR="006956BA" w:rsidRPr="006956BA" w:rsidRDefault="002F5264" w:rsidP="00516E40">
            <w:pPr>
              <w:pStyle w:val="ListParagraph"/>
              <w:keepNext/>
              <w:pageBreakBefore/>
              <w:spacing w:after="120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Otro</w:t>
            </w:r>
            <w:proofErr w:type="spellEnd"/>
            <w:r>
              <w:rPr>
                <w:iCs/>
              </w:rPr>
              <w:t xml:space="preserve"> ID </w:t>
            </w:r>
            <w:proofErr w:type="spellStart"/>
            <w:r>
              <w:rPr>
                <w:iCs/>
              </w:rPr>
              <w:t>único</w:t>
            </w:r>
            <w:proofErr w:type="spellEnd"/>
            <w:r>
              <w:rPr>
                <w:iCs/>
              </w:rPr>
              <w:t xml:space="preserve">. </w:t>
            </w:r>
            <w:proofErr w:type="spellStart"/>
            <w:r>
              <w:rPr>
                <w:iCs/>
              </w:rPr>
              <w:t>Describa</w:t>
            </w:r>
            <w:proofErr w:type="spellEnd"/>
            <w:r>
              <w:rPr>
                <w:iCs/>
              </w:rPr>
              <w:t xml:space="preserve">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     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1692A6F8" w14:textId="660B681F" w:rsidR="006956BA" w:rsidRPr="006956BA" w:rsidRDefault="006956BA" w:rsidP="006956BA">
            <w:pPr>
              <w:ind w:firstLine="720"/>
            </w:pPr>
          </w:p>
        </w:tc>
      </w:tr>
      <w:tr w:rsidR="00582CE7" w:rsidRPr="0058220C" w14:paraId="6E843EC7" w14:textId="77777777" w:rsidTr="006410F9">
        <w:trPr>
          <w:trHeight w:val="93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</w:tcPr>
          <w:p w14:paraId="67882F1C" w14:textId="480679F5" w:rsidR="00582CE7" w:rsidRPr="0058220C" w:rsidRDefault="00467A78" w:rsidP="00467A78">
            <w:pPr>
              <w:pStyle w:val="ListParagraph"/>
              <w:numPr>
                <w:ilvl w:val="0"/>
                <w:numId w:val="36"/>
              </w:numPr>
              <w:spacing w:before="40" w:after="40"/>
              <w:rPr>
                <w:b/>
                <w:bCs/>
                <w:iCs/>
                <w:sz w:val="24"/>
                <w:lang w:val="es-EC"/>
              </w:rPr>
            </w:pPr>
            <w:r w:rsidRPr="001322C5">
              <w:rPr>
                <w:lang w:val="es-EC"/>
              </w:rPr>
              <w:lastRenderedPageBreak/>
              <w:t>¿La documentación de seguimiento de auditoría</w:t>
            </w:r>
            <w:r w:rsidR="0058220C">
              <w:rPr>
                <w:lang w:val="es-EC"/>
              </w:rPr>
              <w:t>/trazabilidad</w:t>
            </w:r>
            <w:r w:rsidRPr="001322C5">
              <w:rPr>
                <w:lang w:val="es-EC"/>
              </w:rPr>
              <w:t xml:space="preserve"> para contenedores no minoristas identifica la última operación certificada que manejó el producto agrícola? </w:t>
            </w:r>
            <w:r w:rsidRPr="00467A7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467A78">
              <w:rPr>
                <w:bCs/>
                <w:iCs/>
              </w:rPr>
            </w:r>
            <w:r w:rsidRPr="00467A78">
              <w:rPr>
                <w:bCs/>
                <w:iCs/>
              </w:rPr>
              <w:fldChar w:fldCharType="separate"/>
            </w:r>
            <w:r w:rsidRPr="00467A78">
              <w:rPr>
                <w:bCs/>
                <w:iCs/>
              </w:rPr>
              <w:fldChar w:fldCharType="end"/>
            </w:r>
            <w:r w:rsidRPr="001322C5">
              <w:rPr>
                <w:bCs/>
                <w:iCs/>
                <w:lang w:val="es-EC"/>
              </w:rPr>
              <w:t xml:space="preserve"> </w:t>
            </w:r>
            <w:r w:rsidRPr="0058220C">
              <w:rPr>
                <w:bCs/>
                <w:iCs/>
                <w:lang w:val="es-EC"/>
              </w:rPr>
              <w:t xml:space="preserve">Sí   </w:t>
            </w:r>
            <w:r w:rsidRPr="00467A7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20C">
              <w:rPr>
                <w:bCs/>
                <w:iCs/>
                <w:lang w:val="es-EC"/>
              </w:rPr>
              <w:instrText xml:space="preserve"> FORMCHECKBOX </w:instrText>
            </w:r>
            <w:r w:rsidRPr="00467A78">
              <w:rPr>
                <w:bCs/>
                <w:iCs/>
              </w:rPr>
            </w:r>
            <w:r w:rsidRPr="00467A78">
              <w:rPr>
                <w:bCs/>
                <w:iCs/>
              </w:rPr>
              <w:fldChar w:fldCharType="separate"/>
            </w:r>
            <w:r w:rsidRPr="00467A78">
              <w:rPr>
                <w:bCs/>
                <w:iCs/>
              </w:rPr>
              <w:fldChar w:fldCharType="end"/>
            </w:r>
            <w:r w:rsidRPr="0058220C">
              <w:rPr>
                <w:bCs/>
                <w:iCs/>
                <w:lang w:val="es-EC"/>
              </w:rPr>
              <w:t xml:space="preserve"> No. En caso negativo, explique: </w:t>
            </w:r>
            <w:r w:rsidRPr="00467A7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8220C">
              <w:rPr>
                <w:rFonts w:ascii="Garamond" w:hAnsi="Garamond" w:cs="Arabic Typesetting"/>
                <w:iCs/>
                <w:lang w:val="es-EC"/>
              </w:rPr>
              <w:instrText xml:space="preserve"> FORMTEXT </w:instrText>
            </w:r>
            <w:r w:rsidRPr="00467A78">
              <w:rPr>
                <w:rFonts w:ascii="Garamond" w:hAnsi="Garamond" w:cs="Arabic Typesetting"/>
                <w:iCs/>
              </w:rPr>
            </w:r>
            <w:r w:rsidRPr="00467A78">
              <w:rPr>
                <w:rFonts w:ascii="Garamond" w:hAnsi="Garamond" w:cs="Arabic Typesetting"/>
                <w:iCs/>
              </w:rPr>
              <w:fldChar w:fldCharType="separate"/>
            </w:r>
            <w:r w:rsidRPr="0058220C">
              <w:rPr>
                <w:rFonts w:ascii="Garamond" w:hAnsi="Garamond" w:cs="Arabic Typesetting"/>
                <w:iCs/>
                <w:noProof/>
                <w:lang w:val="es-EC"/>
              </w:rPr>
              <w:t>     </w:t>
            </w:r>
            <w:r w:rsidRPr="00467A78">
              <w:rPr>
                <w:rFonts w:ascii="Garamond" w:hAnsi="Garamond" w:cs="Arabic Typesetting"/>
                <w:iCs/>
              </w:rPr>
              <w:fldChar w:fldCharType="end"/>
            </w:r>
          </w:p>
        </w:tc>
      </w:tr>
      <w:tr w:rsidR="002F5264" w:rsidRPr="00512717" w14:paraId="5D59B7C9" w14:textId="77777777" w:rsidTr="003C0255">
        <w:trPr>
          <w:trHeight w:val="23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0911CA" w14:textId="4FA0285D" w:rsidR="002F5264" w:rsidRPr="002E3CF6" w:rsidRDefault="002F5264" w:rsidP="0093206A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  <w:bCs/>
                <w:sz w:val="24"/>
                <w:szCs w:val="28"/>
              </w:rPr>
            </w:pPr>
            <w:r w:rsidRPr="001322C5">
              <w:rPr>
                <w:b/>
                <w:bCs/>
                <w:sz w:val="24"/>
                <w:szCs w:val="28"/>
                <w:lang w:val="es-EC"/>
              </w:rPr>
              <w:t xml:space="preserve">EMBALAJES Y ETIQUETAS PARA LA VENTA AL POR MENOR   </w:t>
            </w:r>
            <w:r w:rsidRPr="002E3CF6">
              <w:rPr>
                <w:iCs/>
                <w:sz w:val="24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iCs/>
                <w:sz w:val="24"/>
                <w:szCs w:val="28"/>
                <w:lang w:val="es-EC"/>
              </w:rPr>
              <w:instrText xml:space="preserve"> FORMCHECKBOX </w:instrText>
            </w:r>
            <w:r w:rsidRPr="002E3CF6">
              <w:rPr>
                <w:iCs/>
                <w:sz w:val="24"/>
                <w:szCs w:val="28"/>
              </w:rPr>
            </w:r>
            <w:r w:rsidRPr="002E3CF6">
              <w:rPr>
                <w:iCs/>
                <w:sz w:val="24"/>
                <w:szCs w:val="28"/>
              </w:rPr>
              <w:fldChar w:fldCharType="separate"/>
            </w:r>
            <w:r w:rsidRPr="002E3CF6">
              <w:rPr>
                <w:iCs/>
                <w:sz w:val="24"/>
                <w:szCs w:val="28"/>
              </w:rPr>
              <w:fldChar w:fldCharType="end"/>
            </w:r>
            <w:r w:rsidRPr="001322C5">
              <w:rPr>
                <w:iCs/>
                <w:sz w:val="24"/>
                <w:szCs w:val="28"/>
                <w:lang w:val="es-EC"/>
              </w:rPr>
              <w:t xml:space="preserve"> </w:t>
            </w:r>
            <w:r w:rsidR="007408CB" w:rsidRPr="007408CB">
              <w:rPr>
                <w:i/>
                <w:sz w:val="24"/>
                <w:szCs w:val="28"/>
                <w:lang w:val="es-EC"/>
              </w:rPr>
              <w:t>No aplica. No envaso, etiqueto ni contrato a terceros para que envasen o etiqueten productos orgánicos bajo mi marca o etiqueta (propietario de marca blanca). Ir a la siguiente sección de OSP</w:t>
            </w:r>
            <w:r w:rsidR="007408CB">
              <w:rPr>
                <w:i/>
                <w:sz w:val="24"/>
                <w:szCs w:val="28"/>
              </w:rPr>
              <w:t>.</w:t>
            </w:r>
          </w:p>
          <w:p w14:paraId="062E463E" w14:textId="6B3E3946" w:rsidR="00131A63" w:rsidRPr="001322C5" w:rsidRDefault="00131A63" w:rsidP="00F727AF">
            <w:pPr>
              <w:spacing w:after="120"/>
              <w:rPr>
                <w:lang w:val="es-EC"/>
              </w:rPr>
            </w:pPr>
            <w:r w:rsidRPr="00131A63">
              <w:rPr>
                <w:i/>
                <w:iCs/>
                <w:lang w:val="es-EC"/>
              </w:rPr>
              <w:t>Las etiquetas de venta al público se adhieren a los envases o productos destinados a ser comprados y llevados a casa por el consumidor.</w:t>
            </w:r>
            <w:r w:rsidR="00F001B0" w:rsidRPr="00131A63" w:rsidDel="00F001B0">
              <w:rPr>
                <w:i/>
                <w:iCs/>
                <w:lang w:val="es-EC"/>
              </w:rPr>
              <w:t xml:space="preserve"> </w:t>
            </w:r>
          </w:p>
          <w:p w14:paraId="4732EF8E" w14:textId="351CB69E" w:rsidR="002F5264" w:rsidRPr="001322C5" w:rsidRDefault="002F5264" w:rsidP="00591F5A">
            <w:pPr>
              <w:pStyle w:val="ListParagraph"/>
              <w:numPr>
                <w:ilvl w:val="0"/>
                <w:numId w:val="41"/>
              </w:numPr>
              <w:contextualSpacing w:val="0"/>
              <w:rPr>
                <w:lang w:val="es-EC"/>
              </w:rPr>
            </w:pPr>
            <w:r w:rsidRPr="001322C5">
              <w:rPr>
                <w:lang w:val="es-EC"/>
              </w:rPr>
              <w:t>Revise todos los tipos de contenedores/embalajes de venta al por menor utilizados para la venta al por menor de productos agrícolas ecológicos: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2F5264" w:rsidRPr="00512717" w14:paraId="7367A459" w14:textId="77777777" w:rsidTr="00B44841">
              <w:trPr>
                <w:jc w:val="center"/>
              </w:trPr>
              <w:tc>
                <w:tcPr>
                  <w:tcW w:w="3524" w:type="dxa"/>
                </w:tcPr>
                <w:p w14:paraId="7F5E79FE" w14:textId="77777777" w:rsidR="002F5264" w:rsidRPr="001322C5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Bolsas o estuches</w:t>
                  </w:r>
                </w:p>
                <w:p w14:paraId="6BB53340" w14:textId="1AE2BB8B" w:rsidR="002F5264" w:rsidRPr="001322C5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</w:t>
                  </w:r>
                  <w:r w:rsidR="00AA783B">
                    <w:rPr>
                      <w:bCs/>
                      <w:iCs/>
                      <w:lang w:val="es-EC"/>
                    </w:rPr>
                    <w:t>Cajas</w:t>
                  </w:r>
                </w:p>
                <w:p w14:paraId="7381474B" w14:textId="07417181" w:rsidR="002F5264" w:rsidRPr="001322C5" w:rsidRDefault="002F5264" w:rsidP="002F5264">
                  <w:pPr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Latas</w:t>
                  </w:r>
                </w:p>
                <w:p w14:paraId="14734D2D" w14:textId="7F6A6B64" w:rsidR="002F5264" w:rsidRDefault="002F5264" w:rsidP="002F5264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2717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512717">
                    <w:rPr>
                      <w:bCs/>
                      <w:iCs/>
                      <w:lang w:val="es-EC"/>
                    </w:rPr>
                    <w:t xml:space="preserve"> Otro. </w:t>
                  </w:r>
                  <w:proofErr w:type="spellStart"/>
                  <w:r>
                    <w:rPr>
                      <w:bCs/>
                      <w:iCs/>
                    </w:rPr>
                    <w:t>Describir</w:t>
                  </w:r>
                  <w:proofErr w:type="spellEnd"/>
                  <w:r>
                    <w:rPr>
                      <w:bCs/>
                      <w:iCs/>
                    </w:rPr>
                    <w:t xml:space="preserve">: 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     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525" w:type="dxa"/>
                </w:tcPr>
                <w:p w14:paraId="3BACC196" w14:textId="77777777" w:rsidR="002F5264" w:rsidRPr="001322C5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Envases de cartón al por menor</w:t>
                  </w:r>
                </w:p>
                <w:p w14:paraId="299C88F9" w14:textId="74AC2991" w:rsidR="002F5264" w:rsidRPr="0046294C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6294C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46294C">
                    <w:rPr>
                      <w:bCs/>
                      <w:iCs/>
                      <w:lang w:val="es-EC"/>
                    </w:rPr>
                    <w:t xml:space="preserve"> </w:t>
                  </w:r>
                  <w:r w:rsidR="0046294C" w:rsidRPr="0046294C">
                    <w:rPr>
                      <w:bCs/>
                      <w:iCs/>
                      <w:lang w:val="es-EC"/>
                    </w:rPr>
                    <w:t xml:space="preserve">Envase tipo </w:t>
                  </w:r>
                  <w:r w:rsidR="0046294C">
                    <w:rPr>
                      <w:bCs/>
                      <w:iCs/>
                      <w:lang w:val="es-EC"/>
                    </w:rPr>
                    <w:t>almeja/</w:t>
                  </w:r>
                  <w:proofErr w:type="spellStart"/>
                  <w:r w:rsidR="0046294C">
                    <w:rPr>
                      <w:bCs/>
                      <w:iCs/>
                      <w:lang w:val="es-EC"/>
                    </w:rPr>
                    <w:t>clamshell</w:t>
                  </w:r>
                  <w:proofErr w:type="spellEnd"/>
                </w:p>
                <w:p w14:paraId="26647ED5" w14:textId="30C931BA" w:rsidR="002F5264" w:rsidRPr="0046294C" w:rsidRDefault="002F5264" w:rsidP="002F5264">
                  <w:pPr>
                    <w:rPr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6294C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46294C">
                    <w:rPr>
                      <w:bCs/>
                      <w:iCs/>
                      <w:lang w:val="es-EC"/>
                    </w:rPr>
                    <w:t xml:space="preserve"> Botellas/jarras</w:t>
                  </w:r>
                </w:p>
              </w:tc>
              <w:tc>
                <w:tcPr>
                  <w:tcW w:w="3525" w:type="dxa"/>
                </w:tcPr>
                <w:p w14:paraId="692AA2D0" w14:textId="3E1DFF45" w:rsidR="002F5264" w:rsidRPr="001322C5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Mangas</w:t>
                  </w:r>
                  <w:r w:rsidR="00D026F4">
                    <w:rPr>
                      <w:bCs/>
                      <w:iCs/>
                      <w:lang w:val="es-EC"/>
                    </w:rPr>
                    <w:t>/</w:t>
                  </w:r>
                  <w:proofErr w:type="spellStart"/>
                  <w:r w:rsidR="00D026F4">
                    <w:rPr>
                      <w:bCs/>
                      <w:iCs/>
                      <w:lang w:val="es-EC"/>
                    </w:rPr>
                    <w:t>Sleeve</w:t>
                  </w:r>
                  <w:proofErr w:type="spellEnd"/>
                </w:p>
                <w:p w14:paraId="5712D914" w14:textId="77777777" w:rsidR="002F5264" w:rsidRPr="001322C5" w:rsidRDefault="002F5264" w:rsidP="002F5264">
                  <w:pPr>
                    <w:keepNext/>
                    <w:rPr>
                      <w:bCs/>
                      <w:iCs/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Cajas CSA</w:t>
                  </w:r>
                </w:p>
                <w:p w14:paraId="78626FCB" w14:textId="6C0C8B75" w:rsidR="002F5264" w:rsidRPr="001322C5" w:rsidRDefault="002F5264" w:rsidP="002F5264">
                  <w:pPr>
                    <w:rPr>
                      <w:lang w:val="es-EC"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22C5">
                    <w:rPr>
                      <w:bCs/>
                      <w:iCs/>
                      <w:lang w:val="es-EC"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 w:rsidRPr="001322C5">
                    <w:rPr>
                      <w:bCs/>
                      <w:iCs/>
                      <w:lang w:val="es-EC"/>
                    </w:rPr>
                    <w:t xml:space="preserve"> Envasado aséptico</w:t>
                  </w:r>
                </w:p>
              </w:tc>
            </w:tr>
          </w:tbl>
          <w:p w14:paraId="105F3319" w14:textId="77777777" w:rsidR="002F5264" w:rsidRPr="001322C5" w:rsidRDefault="002F5264" w:rsidP="002F5264">
            <w:pPr>
              <w:rPr>
                <w:lang w:val="es-EC"/>
              </w:rPr>
            </w:pPr>
          </w:p>
          <w:p w14:paraId="1E20075B" w14:textId="65701B72" w:rsidR="002F5264" w:rsidRPr="008E5484" w:rsidRDefault="002F5264" w:rsidP="002F5264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 w:val="24"/>
              </w:rPr>
            </w:pPr>
            <w:r w:rsidRPr="001322C5">
              <w:rPr>
                <w:sz w:val="24"/>
                <w:lang w:val="es-EC"/>
              </w:rPr>
              <w:t xml:space="preserve">¿Utilizan etiquetas de venta al por menor para productos orgánicos sin empaquetar? </w:t>
            </w:r>
            <w:r>
              <w:rPr>
                <w:sz w:val="24"/>
              </w:rPr>
              <w:t xml:space="preserve">Marque </w:t>
            </w:r>
            <w:proofErr w:type="spellStart"/>
            <w:r>
              <w:rPr>
                <w:sz w:val="24"/>
              </w:rPr>
              <w:t>todo</w:t>
            </w:r>
            <w:proofErr w:type="spellEnd"/>
            <w:r>
              <w:rPr>
                <w:sz w:val="24"/>
              </w:rPr>
              <w:t xml:space="preserve"> lo </w:t>
            </w:r>
            <w:proofErr w:type="spellStart"/>
            <w:r>
              <w:rPr>
                <w:sz w:val="24"/>
              </w:rPr>
              <w:t>que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corresponda</w:t>
            </w:r>
            <w:proofErr w:type="spellEnd"/>
            <w:r>
              <w:rPr>
                <w:sz w:val="24"/>
              </w:rPr>
              <w:t>.</w:t>
            </w:r>
          </w:p>
          <w:p w14:paraId="4B19CE2E" w14:textId="7C86195E" w:rsidR="002F5264" w:rsidRPr="001E51C7" w:rsidRDefault="002F5264" w:rsidP="007840D8">
            <w:pPr>
              <w:pStyle w:val="ListParagraph"/>
              <w:ind w:left="360"/>
              <w:contextualSpacing w:val="0"/>
              <w:rPr>
                <w:rFonts w:ascii="Garamond" w:hAnsi="Garamond" w:cs="Arabic Typesetting"/>
                <w:bCs/>
                <w:iCs/>
                <w:lang w:val="es-EC"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1322C5">
              <w:rPr>
                <w:bCs/>
                <w:iCs/>
                <w:lang w:val="es-EC"/>
              </w:rPr>
              <w:t xml:space="preserve"> Pegatinas de PLU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1322C5">
              <w:rPr>
                <w:bCs/>
                <w:iCs/>
                <w:lang w:val="es-EC"/>
              </w:rPr>
              <w:t xml:space="preserve"> Lazos de torsión</w:t>
            </w:r>
            <w:r w:rsidR="001E51C7">
              <w:rPr>
                <w:bCs/>
                <w:iCs/>
                <w:lang w:val="es-EC"/>
              </w:rPr>
              <w:t xml:space="preserve"> (ataduras)</w:t>
            </w:r>
            <w:r w:rsidRPr="001322C5">
              <w:rPr>
                <w:bCs/>
                <w:iCs/>
                <w:lang w:val="es-EC"/>
              </w:rPr>
              <w:t xml:space="preserve">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1322C5">
              <w:rPr>
                <w:bCs/>
                <w:iCs/>
                <w:lang w:val="es-EC"/>
              </w:rPr>
              <w:t xml:space="preserve"> Etiquetas de plantas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1322C5">
              <w:rPr>
                <w:bCs/>
                <w:iCs/>
                <w:lang w:val="es-EC"/>
              </w:rPr>
              <w:t xml:space="preserve">  Otro. </w:t>
            </w:r>
            <w:r w:rsidRPr="001E51C7">
              <w:rPr>
                <w:bCs/>
                <w:iCs/>
                <w:lang w:val="es-EC"/>
              </w:rPr>
              <w:t xml:space="preserve">Describir: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E51C7">
              <w:rPr>
                <w:rFonts w:ascii="Garamond" w:hAnsi="Garamond" w:cs="Arabic Typesetting"/>
                <w:bCs/>
                <w:iCs/>
                <w:lang w:val="es-EC"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1E51C7">
              <w:rPr>
                <w:rFonts w:ascii="Garamond" w:hAnsi="Garamond" w:cs="Arabic Typesetting"/>
                <w:bCs/>
                <w:iCs/>
                <w:noProof/>
                <w:lang w:val="es-EC"/>
              </w:rPr>
              <w:t>     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Pr="001E51C7">
              <w:rPr>
                <w:rFonts w:ascii="Garamond" w:hAnsi="Garamond" w:cs="Arabic Typesetting"/>
                <w:bCs/>
                <w:iCs/>
                <w:lang w:val="es-EC"/>
              </w:rPr>
              <w:t xml:space="preserve"> </w:t>
            </w:r>
          </w:p>
          <w:p w14:paraId="550B2CE0" w14:textId="5630C577" w:rsidR="002F5264" w:rsidRPr="001322C5" w:rsidRDefault="002F5264" w:rsidP="00591F5A">
            <w:pPr>
              <w:pStyle w:val="ListParagraph"/>
              <w:spacing w:after="120"/>
              <w:ind w:left="360"/>
              <w:contextualSpacing w:val="0"/>
              <w:rPr>
                <w:i/>
                <w:sz w:val="24"/>
                <w:lang w:val="es-EC"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2C5">
              <w:rPr>
                <w:bCs/>
                <w:iCs/>
                <w:lang w:val="es-EC"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1322C5">
              <w:rPr>
                <w:bCs/>
                <w:i/>
                <w:lang w:val="es-EC"/>
              </w:rPr>
              <w:t xml:space="preserve"> </w:t>
            </w:r>
            <w:r w:rsidRPr="001322C5">
              <w:rPr>
                <w:bCs/>
                <w:iCs/>
                <w:lang w:val="es-EC"/>
              </w:rPr>
              <w:t>No, no utilizo ninguna etiqueta de venta al por menor para productos orgánicos sin empacar</w:t>
            </w:r>
          </w:p>
          <w:p w14:paraId="46573B53" w14:textId="084FC93A" w:rsidR="002F5264" w:rsidRPr="00DC3A0C" w:rsidRDefault="002F5264" w:rsidP="002F5264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 w:val="24"/>
                <w:lang w:val="es-EC"/>
              </w:rPr>
            </w:pPr>
            <w:r w:rsidRPr="001322C5">
              <w:rPr>
                <w:szCs w:val="22"/>
                <w:lang w:val="es-EC"/>
              </w:rPr>
              <w:t xml:space="preserve">Adjunte copias a todo color de </w:t>
            </w:r>
            <w:r w:rsidRPr="001322C5">
              <w:rPr>
                <w:b/>
                <w:bCs/>
                <w:szCs w:val="22"/>
                <w:lang w:val="es-EC"/>
              </w:rPr>
              <w:t>todas las</w:t>
            </w:r>
            <w:r w:rsidRPr="001322C5">
              <w:rPr>
                <w:szCs w:val="22"/>
                <w:lang w:val="es-EC"/>
              </w:rPr>
              <w:t xml:space="preserve"> etiquetas de venta al por menor (para productos orgánicos empacados y sin empacar) en uso o planeadas para usar. </w:t>
            </w:r>
          </w:p>
          <w:p w14:paraId="00831E62" w14:textId="54831FE7" w:rsidR="00DC3A0C" w:rsidRPr="00DC3A0C" w:rsidRDefault="00DC3A0C" w:rsidP="00DC3A0C">
            <w:pPr>
              <w:pStyle w:val="ListParagraph"/>
              <w:spacing w:after="120"/>
              <w:ind w:left="360"/>
              <w:contextualSpacing w:val="0"/>
              <w:rPr>
                <w:i/>
                <w:iCs/>
                <w:sz w:val="24"/>
                <w:lang w:val="es-EC"/>
              </w:rPr>
            </w:pPr>
            <w:r w:rsidRPr="00A05A6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A6C">
              <w:rPr>
                <w:iCs/>
              </w:rPr>
              <w:instrText xml:space="preserve"> FORMCHECKBOX </w:instrText>
            </w:r>
            <w:r w:rsidRPr="00A05A6C">
              <w:rPr>
                <w:iCs/>
              </w:rPr>
            </w:r>
            <w:r w:rsidRPr="00A05A6C">
              <w:rPr>
                <w:iCs/>
              </w:rPr>
              <w:fldChar w:fldCharType="separate"/>
            </w:r>
            <w:r w:rsidRPr="00A05A6C">
              <w:rPr>
                <w:iCs/>
              </w:rPr>
              <w:fldChar w:fldCharType="end"/>
            </w:r>
            <w:r w:rsidRPr="00A05A6C">
              <w:rPr>
                <w:iCs/>
              </w:rPr>
              <w:t xml:space="preserve"> </w:t>
            </w:r>
            <w:proofErr w:type="spellStart"/>
            <w:r w:rsidRPr="00A05A6C">
              <w:rPr>
                <w:b/>
                <w:bCs/>
                <w:iCs/>
              </w:rPr>
              <w:t>Adjunto</w:t>
            </w:r>
            <w:proofErr w:type="spellEnd"/>
          </w:p>
          <w:p w14:paraId="2C76A51C" w14:textId="6B1EB1B3" w:rsidR="00DC3A0C" w:rsidRPr="005E2EA3" w:rsidRDefault="001E4E8D" w:rsidP="002F5264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szCs w:val="22"/>
                <w:lang w:val="es-EC"/>
              </w:rPr>
            </w:pPr>
            <w:r w:rsidRPr="005E2EA3">
              <w:rPr>
                <w:szCs w:val="22"/>
                <w:lang w:val="es-EC"/>
              </w:rPr>
              <w:t>¿Algún envase o material de embalaje utilizado para la venta al público ha sido tratado con fungicidas, conservantes o fumigantes sintéticos?</w:t>
            </w:r>
            <w:r w:rsidR="005E2EA3">
              <w:rPr>
                <w:szCs w:val="22"/>
                <w:lang w:val="es-EC"/>
              </w:rPr>
              <w:t xml:space="preserve"> </w:t>
            </w:r>
            <w:r w:rsidR="005E2EA3" w:rsidRPr="00512717">
              <w:rPr>
                <w:bCs/>
                <w:iCs/>
                <w:lang w:val="es-EC"/>
              </w:rPr>
              <w:t xml:space="preserve"> </w:t>
            </w:r>
            <w:r w:rsidR="005E2EA3" w:rsidRPr="00467A7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2EA3" w:rsidRPr="001322C5">
              <w:rPr>
                <w:bCs/>
                <w:iCs/>
                <w:lang w:val="es-EC"/>
              </w:rPr>
              <w:instrText xml:space="preserve"> FORMCHECKBOX </w:instrText>
            </w:r>
            <w:r w:rsidR="005E2EA3" w:rsidRPr="00467A78">
              <w:rPr>
                <w:bCs/>
                <w:iCs/>
              </w:rPr>
            </w:r>
            <w:r w:rsidR="005E2EA3" w:rsidRPr="00467A78">
              <w:rPr>
                <w:bCs/>
                <w:iCs/>
              </w:rPr>
              <w:fldChar w:fldCharType="separate"/>
            </w:r>
            <w:r w:rsidR="005E2EA3" w:rsidRPr="00467A78">
              <w:rPr>
                <w:bCs/>
                <w:iCs/>
              </w:rPr>
              <w:fldChar w:fldCharType="end"/>
            </w:r>
            <w:r w:rsidR="005E2EA3" w:rsidRPr="001322C5">
              <w:rPr>
                <w:bCs/>
                <w:iCs/>
                <w:lang w:val="es-EC"/>
              </w:rPr>
              <w:t xml:space="preserve"> </w:t>
            </w:r>
            <w:r w:rsidR="005E2EA3" w:rsidRPr="0058220C">
              <w:rPr>
                <w:bCs/>
                <w:iCs/>
                <w:lang w:val="es-EC"/>
              </w:rPr>
              <w:t xml:space="preserve">Sí   </w:t>
            </w:r>
            <w:r w:rsidR="005E2EA3" w:rsidRPr="00467A7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2EA3" w:rsidRPr="0058220C">
              <w:rPr>
                <w:bCs/>
                <w:iCs/>
                <w:lang w:val="es-EC"/>
              </w:rPr>
              <w:instrText xml:space="preserve"> FORMCHECKBOX </w:instrText>
            </w:r>
            <w:r w:rsidR="005E2EA3" w:rsidRPr="00467A78">
              <w:rPr>
                <w:bCs/>
                <w:iCs/>
              </w:rPr>
            </w:r>
            <w:r w:rsidR="005E2EA3" w:rsidRPr="00467A78">
              <w:rPr>
                <w:bCs/>
                <w:iCs/>
              </w:rPr>
              <w:fldChar w:fldCharType="separate"/>
            </w:r>
            <w:r w:rsidR="005E2EA3" w:rsidRPr="00467A78">
              <w:rPr>
                <w:bCs/>
                <w:iCs/>
              </w:rPr>
              <w:fldChar w:fldCharType="end"/>
            </w:r>
            <w:r w:rsidR="005E2EA3" w:rsidRPr="0058220C">
              <w:rPr>
                <w:bCs/>
                <w:iCs/>
                <w:lang w:val="es-EC"/>
              </w:rPr>
              <w:t xml:space="preserve"> No</w:t>
            </w:r>
          </w:p>
          <w:p w14:paraId="6A33B954" w14:textId="4A3967C9" w:rsidR="00DC3A0C" w:rsidRPr="00512717" w:rsidRDefault="000A6043" w:rsidP="000A6043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lang w:val="es-EC"/>
              </w:rPr>
            </w:pPr>
            <w:r w:rsidRPr="000A6043">
              <w:rPr>
                <w:szCs w:val="22"/>
                <w:lang w:val="es-EC"/>
              </w:rPr>
              <w:t>En caso afirmativo, describa el recipiente y el tratamiento, incluyendo el/</w:t>
            </w:r>
            <w:proofErr w:type="gramStart"/>
            <w:r w:rsidRPr="000A6043">
              <w:rPr>
                <w:szCs w:val="22"/>
                <w:lang w:val="es-EC"/>
              </w:rPr>
              <w:t>los producto</w:t>
            </w:r>
            <w:proofErr w:type="gramEnd"/>
            <w:r w:rsidRPr="000A6043">
              <w:rPr>
                <w:szCs w:val="22"/>
                <w:lang w:val="es-EC"/>
              </w:rPr>
              <w:t>/s utilizado/s:</w:t>
            </w:r>
            <w:r>
              <w:rPr>
                <w:szCs w:val="22"/>
                <w:lang w:val="es-EC"/>
              </w:rPr>
              <w:t xml:space="preserve">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E51C7">
              <w:rPr>
                <w:rFonts w:ascii="Garamond" w:hAnsi="Garamond" w:cs="Arabic Typesetting"/>
                <w:bCs/>
                <w:iCs/>
                <w:lang w:val="es-EC"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1E51C7">
              <w:rPr>
                <w:rFonts w:ascii="Garamond" w:hAnsi="Garamond" w:cs="Arabic Typesetting"/>
                <w:bCs/>
                <w:iCs/>
                <w:noProof/>
                <w:lang w:val="es-EC"/>
              </w:rPr>
              <w:t>     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512717" w:rsidRDefault="00EF1147" w:rsidP="001E3C57">
      <w:pPr>
        <w:rPr>
          <w:rFonts w:cstheme="minorHAnsi"/>
          <w:szCs w:val="22"/>
          <w:lang w:val="es-EC"/>
        </w:rPr>
      </w:pPr>
    </w:p>
    <w:sectPr w:rsidR="00EF1147" w:rsidRPr="00512717" w:rsidSect="007163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CBA1D" w14:textId="77777777" w:rsidR="00F757CD" w:rsidRDefault="00F757CD">
      <w:r>
        <w:separator/>
      </w:r>
    </w:p>
  </w:endnote>
  <w:endnote w:type="continuationSeparator" w:id="0">
    <w:p w14:paraId="7DA2B546" w14:textId="77777777" w:rsidR="00F757CD" w:rsidRDefault="00F757CD">
      <w:r>
        <w:continuationSeparator/>
      </w:r>
    </w:p>
  </w:endnote>
  <w:endnote w:type="continuationNotice" w:id="1">
    <w:p w14:paraId="3E82BFD6" w14:textId="77777777" w:rsidR="00F757CD" w:rsidRDefault="00F75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49AC5" w14:textId="77777777" w:rsidR="00795DC5" w:rsidRDefault="00795D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FE3E" w14:textId="22B9B28D" w:rsidR="00C92C59" w:rsidRPr="00C92C59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92C59">
              <w:rPr>
                <w:rFonts w:ascii="Garamond" w:hAnsi="Garamond"/>
                <w:sz w:val="20"/>
                <w:szCs w:val="20"/>
              </w:rPr>
              <w:t xml:space="preserve">1C3A03, </w:t>
            </w:r>
            <w:r w:rsidRPr="00C92C59">
              <w:rPr>
                <w:rFonts w:ascii="Garamond" w:hAnsi="Garamond"/>
                <w:sz w:val="20"/>
                <w:szCs w:val="20"/>
              </w:rPr>
              <w:t>V</w:t>
            </w:r>
            <w:r w:rsidR="00795DC5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FB5CCB">
              <w:rPr>
                <w:rFonts w:ascii="Garamond" w:hAnsi="Garamond"/>
                <w:sz w:val="20"/>
                <w:szCs w:val="20"/>
              </w:rPr>
              <w:t>01/10/2025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Página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de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8636" w14:textId="77777777" w:rsidR="00795DC5" w:rsidRDefault="00795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818C8" w14:textId="77777777" w:rsidR="00F757CD" w:rsidRDefault="00F757CD">
      <w:r>
        <w:separator/>
      </w:r>
    </w:p>
  </w:footnote>
  <w:footnote w:type="continuationSeparator" w:id="0">
    <w:p w14:paraId="14104342" w14:textId="77777777" w:rsidR="00F757CD" w:rsidRDefault="00F757CD">
      <w:r>
        <w:continuationSeparator/>
      </w:r>
    </w:p>
  </w:footnote>
  <w:footnote w:type="continuationNotice" w:id="1">
    <w:p w14:paraId="0A8B9A3E" w14:textId="77777777" w:rsidR="00F757CD" w:rsidRDefault="00F75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4D7E" w14:textId="77777777" w:rsidR="00795DC5" w:rsidRDefault="00795D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6"/>
      <w:gridCol w:w="2424"/>
      <w:gridCol w:w="2872"/>
      <w:gridCol w:w="2168"/>
    </w:tblGrid>
    <w:tr w:rsidR="00223590" w:rsidRPr="00512717" w14:paraId="58EF961E" w14:textId="77777777" w:rsidTr="00D53149">
      <w:trPr>
        <w:jc w:val="center"/>
      </w:trPr>
      <w:tc>
        <w:tcPr>
          <w:tcW w:w="3336" w:type="dxa"/>
          <w:vMerge w:val="restart"/>
        </w:tcPr>
        <w:p w14:paraId="21A92204" w14:textId="77777777" w:rsidR="00223590" w:rsidRPr="00E16467" w:rsidRDefault="00223590" w:rsidP="00223590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0C58849E" wp14:editId="3AE46822">
                <wp:simplePos x="0" y="0"/>
                <wp:positionH relativeFrom="column">
                  <wp:posOffset>-68580</wp:posOffset>
                </wp:positionH>
                <wp:positionV relativeFrom="paragraph">
                  <wp:posOffset>302895</wp:posOffset>
                </wp:positionV>
                <wp:extent cx="1981200" cy="799465"/>
                <wp:effectExtent l="0" t="0" r="0" b="635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4" w:type="dxa"/>
          <w:gridSpan w:val="3"/>
          <w:vAlign w:val="bottom"/>
        </w:tcPr>
        <w:p w14:paraId="708AAEF2" w14:textId="77777777" w:rsidR="00223590" w:rsidRDefault="00223590" w:rsidP="00223590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 w:rsidRPr="008A6D49"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Plan del Sistema Orgánico (OSP)</w:t>
          </w:r>
        </w:p>
        <w:p w14:paraId="13665C4C" w14:textId="77777777" w:rsidR="00223590" w:rsidRPr="00B95AC8" w:rsidRDefault="00223590" w:rsidP="00223590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S</w:t>
          </w:r>
          <w:r w:rsidRPr="00711EA0"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ervicios de Certificación de Calidad (QCS)</w:t>
          </w:r>
        </w:p>
      </w:tc>
    </w:tr>
    <w:tr w:rsidR="00223590" w:rsidRPr="00E16467" w14:paraId="412BFE9E" w14:textId="77777777" w:rsidTr="00D53149">
      <w:trPr>
        <w:jc w:val="center"/>
      </w:trPr>
      <w:tc>
        <w:tcPr>
          <w:tcW w:w="3336" w:type="dxa"/>
          <w:vMerge/>
        </w:tcPr>
        <w:p w14:paraId="7A5ED3D0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lang w:val="es-EC"/>
            </w:rPr>
          </w:pPr>
        </w:p>
      </w:tc>
      <w:tc>
        <w:tcPr>
          <w:tcW w:w="2424" w:type="dxa"/>
        </w:tcPr>
        <w:p w14:paraId="22F0C761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A1D8E9C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2AF4BD42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A0D4481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872" w:type="dxa"/>
        </w:tcPr>
        <w:p w14:paraId="3A09ACD4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C"/>
            </w:rPr>
          </w:pPr>
          <w:r w:rsidRPr="00512717">
            <w:rPr>
              <w:rFonts w:ascii="Calibri Light" w:hAnsi="Calibri Light" w:cs="Calibri Light"/>
              <w:b/>
              <w:sz w:val="18"/>
              <w:szCs w:val="18"/>
              <w:lang w:val="es-EC"/>
            </w:rPr>
            <w:t>QCS Ecuador</w:t>
          </w:r>
        </w:p>
        <w:p w14:paraId="2038220D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247F08D1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>Edificio Robalino-Acuña, Oficina 202</w:t>
          </w:r>
        </w:p>
        <w:p w14:paraId="38820754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>Quito, Ecuador</w:t>
          </w:r>
        </w:p>
        <w:p w14:paraId="6F5FED57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168" w:type="dxa"/>
        </w:tcPr>
        <w:p w14:paraId="4E211BEA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C"/>
            </w:rPr>
          </w:pPr>
          <w:r w:rsidRPr="00512717">
            <w:rPr>
              <w:rFonts w:ascii="Calibri Light" w:hAnsi="Calibri Light" w:cs="Calibri Light"/>
              <w:b/>
              <w:sz w:val="18"/>
              <w:szCs w:val="18"/>
              <w:lang w:val="es-EC"/>
            </w:rPr>
            <w:t>QCS Caribe, S.R.L.</w:t>
          </w:r>
        </w:p>
        <w:p w14:paraId="6738BCD8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>Calle Independencia No.100</w:t>
          </w:r>
        </w:p>
        <w:p w14:paraId="06B18656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>Mao, Valverde</w:t>
          </w:r>
        </w:p>
        <w:p w14:paraId="637B38E1" w14:textId="77777777" w:rsidR="00223590" w:rsidRPr="00512717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512717">
            <w:rPr>
              <w:rFonts w:ascii="Calibri Light" w:hAnsi="Calibri Light" w:cs="Calibri Light"/>
              <w:sz w:val="16"/>
              <w:szCs w:val="16"/>
              <w:lang w:val="es-EC"/>
            </w:rPr>
            <w:t>República Dominicana</w:t>
          </w:r>
        </w:p>
        <w:p w14:paraId="0941ECF4" w14:textId="77777777" w:rsidR="00223590" w:rsidRPr="00637364" w:rsidRDefault="00223590" w:rsidP="0022359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4FD3D328" w14:textId="77777777" w:rsidR="00223590" w:rsidRPr="00845BF6" w:rsidRDefault="00223590" w:rsidP="00223590">
    <w:pPr>
      <w:pStyle w:val="Header"/>
      <w:ind w:left="9360"/>
      <w:rPr>
        <w:sz w:val="20"/>
        <w:szCs w:val="22"/>
      </w:rPr>
    </w:pPr>
    <w:hyperlink r:id="rId2" w:history="1">
      <w:r w:rsidRPr="00845BF6">
        <w:rPr>
          <w:rStyle w:val="Hyperlink"/>
          <w:rFonts w:ascii="Calibri Light" w:hAnsi="Calibri Light" w:cs="Calibri Light"/>
          <w:sz w:val="20"/>
          <w:szCs w:val="22"/>
        </w:rPr>
        <w:t>www.qcsinfo.org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D5635" w14:textId="77777777" w:rsidR="00795DC5" w:rsidRDefault="00795D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F2A49"/>
    <w:multiLevelType w:val="hybridMultilevel"/>
    <w:tmpl w:val="489E42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921B5"/>
    <w:multiLevelType w:val="hybridMultilevel"/>
    <w:tmpl w:val="E9F4FE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E51C7"/>
    <w:multiLevelType w:val="hybridMultilevel"/>
    <w:tmpl w:val="1598D844"/>
    <w:lvl w:ilvl="0" w:tplc="228CD8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766F27"/>
    <w:multiLevelType w:val="hybridMultilevel"/>
    <w:tmpl w:val="1F600F38"/>
    <w:lvl w:ilvl="0" w:tplc="5816B4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36791"/>
    <w:multiLevelType w:val="hybridMultilevel"/>
    <w:tmpl w:val="BEE6F040"/>
    <w:lvl w:ilvl="0" w:tplc="5B70715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E0BF7"/>
    <w:multiLevelType w:val="hybridMultilevel"/>
    <w:tmpl w:val="B876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E34ED"/>
    <w:multiLevelType w:val="hybridMultilevel"/>
    <w:tmpl w:val="2896678E"/>
    <w:lvl w:ilvl="0" w:tplc="46BCE6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CE0C10"/>
    <w:multiLevelType w:val="hybridMultilevel"/>
    <w:tmpl w:val="E16EC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A198F"/>
    <w:multiLevelType w:val="hybridMultilevel"/>
    <w:tmpl w:val="4E1E62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42457"/>
    <w:multiLevelType w:val="hybridMultilevel"/>
    <w:tmpl w:val="ACEC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2"/>
  </w:num>
  <w:num w:numId="2" w16cid:durableId="1049182217">
    <w:abstractNumId w:val="36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8"/>
  </w:num>
  <w:num w:numId="16" w16cid:durableId="456686638">
    <w:abstractNumId w:val="13"/>
  </w:num>
  <w:num w:numId="17" w16cid:durableId="939917980">
    <w:abstractNumId w:val="24"/>
  </w:num>
  <w:num w:numId="18" w16cid:durableId="1696073736">
    <w:abstractNumId w:val="19"/>
  </w:num>
  <w:num w:numId="19" w16cid:durableId="1751391910">
    <w:abstractNumId w:val="11"/>
  </w:num>
  <w:num w:numId="20" w16cid:durableId="1161694474">
    <w:abstractNumId w:val="40"/>
  </w:num>
  <w:num w:numId="21" w16cid:durableId="1678574777">
    <w:abstractNumId w:val="12"/>
  </w:num>
  <w:num w:numId="22" w16cid:durableId="1209106061">
    <w:abstractNumId w:val="21"/>
  </w:num>
  <w:num w:numId="23" w16cid:durableId="972255355">
    <w:abstractNumId w:val="35"/>
  </w:num>
  <w:num w:numId="24" w16cid:durableId="131145826">
    <w:abstractNumId w:val="44"/>
  </w:num>
  <w:num w:numId="25" w16cid:durableId="2086948730">
    <w:abstractNumId w:val="31"/>
  </w:num>
  <w:num w:numId="26" w16cid:durableId="1188954963">
    <w:abstractNumId w:val="32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41"/>
  </w:num>
  <w:num w:numId="30" w16cid:durableId="1930112071">
    <w:abstractNumId w:val="37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0"/>
  </w:num>
  <w:num w:numId="35" w16cid:durableId="596211553">
    <w:abstractNumId w:val="15"/>
  </w:num>
  <w:num w:numId="36" w16cid:durableId="1247692167">
    <w:abstractNumId w:val="23"/>
  </w:num>
  <w:num w:numId="37" w16cid:durableId="2101245383">
    <w:abstractNumId w:val="29"/>
  </w:num>
  <w:num w:numId="38" w16cid:durableId="1332372088">
    <w:abstractNumId w:val="33"/>
  </w:num>
  <w:num w:numId="39" w16cid:durableId="1167555738">
    <w:abstractNumId w:val="43"/>
  </w:num>
  <w:num w:numId="40" w16cid:durableId="1114860906">
    <w:abstractNumId w:val="30"/>
  </w:num>
  <w:num w:numId="41" w16cid:durableId="978150777">
    <w:abstractNumId w:val="39"/>
  </w:num>
  <w:num w:numId="42" w16cid:durableId="1795980700">
    <w:abstractNumId w:val="17"/>
  </w:num>
  <w:num w:numId="43" w16cid:durableId="396785532">
    <w:abstractNumId w:val="22"/>
  </w:num>
  <w:num w:numId="44" w16cid:durableId="938096619">
    <w:abstractNumId w:val="34"/>
  </w:num>
  <w:num w:numId="45" w16cid:durableId="127756295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9iqnScYIo+35lMz4qAp9wiZXsHcHUwYwKu9LGMxNKm4RH8DzkzV6yMhffElFN4UvxtK2WMSDXrPGH9FPun8nTQ==" w:salt="F/9n3P9vs0hC+RbQAxdR1Q=="/>
  <w:defaultTabStop w:val="720"/>
  <w:hyphenationZone w:val="42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C9D"/>
    <w:rsid w:val="00032E4E"/>
    <w:rsid w:val="00033C0F"/>
    <w:rsid w:val="000348D9"/>
    <w:rsid w:val="00034CEC"/>
    <w:rsid w:val="00035319"/>
    <w:rsid w:val="00035356"/>
    <w:rsid w:val="00035B38"/>
    <w:rsid w:val="00035EC4"/>
    <w:rsid w:val="000366F2"/>
    <w:rsid w:val="00040930"/>
    <w:rsid w:val="00043873"/>
    <w:rsid w:val="00044D92"/>
    <w:rsid w:val="00047919"/>
    <w:rsid w:val="00047965"/>
    <w:rsid w:val="00047D65"/>
    <w:rsid w:val="0005033B"/>
    <w:rsid w:val="00050421"/>
    <w:rsid w:val="00051F5E"/>
    <w:rsid w:val="000530CF"/>
    <w:rsid w:val="00054B87"/>
    <w:rsid w:val="00055406"/>
    <w:rsid w:val="0005668E"/>
    <w:rsid w:val="00057A83"/>
    <w:rsid w:val="00060846"/>
    <w:rsid w:val="00061307"/>
    <w:rsid w:val="0006272D"/>
    <w:rsid w:val="00063CC9"/>
    <w:rsid w:val="0006420D"/>
    <w:rsid w:val="00066B5C"/>
    <w:rsid w:val="000730C7"/>
    <w:rsid w:val="00073626"/>
    <w:rsid w:val="0007604A"/>
    <w:rsid w:val="00077DD4"/>
    <w:rsid w:val="00080743"/>
    <w:rsid w:val="00083E91"/>
    <w:rsid w:val="00086BA2"/>
    <w:rsid w:val="00090AF9"/>
    <w:rsid w:val="00095B94"/>
    <w:rsid w:val="00096E83"/>
    <w:rsid w:val="000970C0"/>
    <w:rsid w:val="0009786D"/>
    <w:rsid w:val="000A03BC"/>
    <w:rsid w:val="000A3576"/>
    <w:rsid w:val="000A3F01"/>
    <w:rsid w:val="000A4802"/>
    <w:rsid w:val="000A492E"/>
    <w:rsid w:val="000A6043"/>
    <w:rsid w:val="000A7E9E"/>
    <w:rsid w:val="000B169E"/>
    <w:rsid w:val="000B22E9"/>
    <w:rsid w:val="000B35E8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C7160"/>
    <w:rsid w:val="000D1FDC"/>
    <w:rsid w:val="000D238E"/>
    <w:rsid w:val="000D2E6D"/>
    <w:rsid w:val="000D40AC"/>
    <w:rsid w:val="000D4906"/>
    <w:rsid w:val="000D725C"/>
    <w:rsid w:val="000D7C77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7707"/>
    <w:rsid w:val="000F7781"/>
    <w:rsid w:val="00101099"/>
    <w:rsid w:val="001025B4"/>
    <w:rsid w:val="001030B5"/>
    <w:rsid w:val="00103564"/>
    <w:rsid w:val="00104CEC"/>
    <w:rsid w:val="001111E8"/>
    <w:rsid w:val="0011155F"/>
    <w:rsid w:val="00113F06"/>
    <w:rsid w:val="00122732"/>
    <w:rsid w:val="0012547D"/>
    <w:rsid w:val="001258AA"/>
    <w:rsid w:val="00125E17"/>
    <w:rsid w:val="00131A63"/>
    <w:rsid w:val="001322C5"/>
    <w:rsid w:val="00133175"/>
    <w:rsid w:val="00133A7C"/>
    <w:rsid w:val="00136748"/>
    <w:rsid w:val="0013752B"/>
    <w:rsid w:val="00137FAE"/>
    <w:rsid w:val="00140FB7"/>
    <w:rsid w:val="001415B2"/>
    <w:rsid w:val="0014279D"/>
    <w:rsid w:val="00144373"/>
    <w:rsid w:val="00146A25"/>
    <w:rsid w:val="00151C86"/>
    <w:rsid w:val="00151D4B"/>
    <w:rsid w:val="00151DB7"/>
    <w:rsid w:val="001530C3"/>
    <w:rsid w:val="001539EA"/>
    <w:rsid w:val="00153E7E"/>
    <w:rsid w:val="00156FAE"/>
    <w:rsid w:val="0015752A"/>
    <w:rsid w:val="00160731"/>
    <w:rsid w:val="001623FF"/>
    <w:rsid w:val="001629D4"/>
    <w:rsid w:val="001641DD"/>
    <w:rsid w:val="00164E9D"/>
    <w:rsid w:val="001712DE"/>
    <w:rsid w:val="001715D1"/>
    <w:rsid w:val="0017406C"/>
    <w:rsid w:val="001806D1"/>
    <w:rsid w:val="001822DC"/>
    <w:rsid w:val="0018263E"/>
    <w:rsid w:val="0018288A"/>
    <w:rsid w:val="0018392E"/>
    <w:rsid w:val="00184BDB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12C0"/>
    <w:rsid w:val="001B1D46"/>
    <w:rsid w:val="001B3355"/>
    <w:rsid w:val="001C05C2"/>
    <w:rsid w:val="001C0D53"/>
    <w:rsid w:val="001C1BB3"/>
    <w:rsid w:val="001C3DD9"/>
    <w:rsid w:val="001C6119"/>
    <w:rsid w:val="001D0232"/>
    <w:rsid w:val="001D06A1"/>
    <w:rsid w:val="001D0CBE"/>
    <w:rsid w:val="001D1422"/>
    <w:rsid w:val="001D2ECF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E4E8D"/>
    <w:rsid w:val="001E51C7"/>
    <w:rsid w:val="001F0085"/>
    <w:rsid w:val="001F1E78"/>
    <w:rsid w:val="001F2B49"/>
    <w:rsid w:val="001F3046"/>
    <w:rsid w:val="001F331B"/>
    <w:rsid w:val="001F6DA9"/>
    <w:rsid w:val="002001CB"/>
    <w:rsid w:val="0020353D"/>
    <w:rsid w:val="0020407E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17EC3"/>
    <w:rsid w:val="002201FF"/>
    <w:rsid w:val="00220702"/>
    <w:rsid w:val="002208EE"/>
    <w:rsid w:val="00220D40"/>
    <w:rsid w:val="00221B7D"/>
    <w:rsid w:val="002221FA"/>
    <w:rsid w:val="00223590"/>
    <w:rsid w:val="00223A7C"/>
    <w:rsid w:val="00225472"/>
    <w:rsid w:val="002275E3"/>
    <w:rsid w:val="00230293"/>
    <w:rsid w:val="00233AE0"/>
    <w:rsid w:val="00234FB9"/>
    <w:rsid w:val="002377AC"/>
    <w:rsid w:val="002415C5"/>
    <w:rsid w:val="0024204C"/>
    <w:rsid w:val="00242C1F"/>
    <w:rsid w:val="00244116"/>
    <w:rsid w:val="00245C2D"/>
    <w:rsid w:val="00245DC9"/>
    <w:rsid w:val="002461F5"/>
    <w:rsid w:val="00250E86"/>
    <w:rsid w:val="00251A5D"/>
    <w:rsid w:val="00251B4B"/>
    <w:rsid w:val="002530A2"/>
    <w:rsid w:val="00253880"/>
    <w:rsid w:val="002543EB"/>
    <w:rsid w:val="00265658"/>
    <w:rsid w:val="00266174"/>
    <w:rsid w:val="002666B2"/>
    <w:rsid w:val="00272325"/>
    <w:rsid w:val="002728E1"/>
    <w:rsid w:val="002736C3"/>
    <w:rsid w:val="00280F35"/>
    <w:rsid w:val="0028195B"/>
    <w:rsid w:val="00282FEE"/>
    <w:rsid w:val="002838C2"/>
    <w:rsid w:val="00284F6C"/>
    <w:rsid w:val="00285C0A"/>
    <w:rsid w:val="002865C6"/>
    <w:rsid w:val="002932E7"/>
    <w:rsid w:val="002934EF"/>
    <w:rsid w:val="002939E1"/>
    <w:rsid w:val="00294322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6F7"/>
    <w:rsid w:val="002B3BB3"/>
    <w:rsid w:val="002B58BF"/>
    <w:rsid w:val="002B5916"/>
    <w:rsid w:val="002B6655"/>
    <w:rsid w:val="002B6E74"/>
    <w:rsid w:val="002C0DB7"/>
    <w:rsid w:val="002C114A"/>
    <w:rsid w:val="002C4B5F"/>
    <w:rsid w:val="002C5DC7"/>
    <w:rsid w:val="002D0883"/>
    <w:rsid w:val="002D1263"/>
    <w:rsid w:val="002D1743"/>
    <w:rsid w:val="002D1814"/>
    <w:rsid w:val="002D3609"/>
    <w:rsid w:val="002D5792"/>
    <w:rsid w:val="002E27D3"/>
    <w:rsid w:val="002E298B"/>
    <w:rsid w:val="002E2ED6"/>
    <w:rsid w:val="002E3CF6"/>
    <w:rsid w:val="002E453C"/>
    <w:rsid w:val="002E75CE"/>
    <w:rsid w:val="002F30AF"/>
    <w:rsid w:val="002F5264"/>
    <w:rsid w:val="002F6D86"/>
    <w:rsid w:val="002F75F0"/>
    <w:rsid w:val="003009A6"/>
    <w:rsid w:val="00302C5C"/>
    <w:rsid w:val="00303ADB"/>
    <w:rsid w:val="00303D2E"/>
    <w:rsid w:val="00304261"/>
    <w:rsid w:val="00304466"/>
    <w:rsid w:val="003045E6"/>
    <w:rsid w:val="00305233"/>
    <w:rsid w:val="003115CF"/>
    <w:rsid w:val="003125D2"/>
    <w:rsid w:val="003146AC"/>
    <w:rsid w:val="00315E96"/>
    <w:rsid w:val="0031767E"/>
    <w:rsid w:val="00317E54"/>
    <w:rsid w:val="0032015F"/>
    <w:rsid w:val="003225C6"/>
    <w:rsid w:val="00322C93"/>
    <w:rsid w:val="00323667"/>
    <w:rsid w:val="003249DB"/>
    <w:rsid w:val="003308A3"/>
    <w:rsid w:val="00332AAB"/>
    <w:rsid w:val="00332CA0"/>
    <w:rsid w:val="00334116"/>
    <w:rsid w:val="003358DA"/>
    <w:rsid w:val="00342264"/>
    <w:rsid w:val="003440E7"/>
    <w:rsid w:val="00344561"/>
    <w:rsid w:val="00345178"/>
    <w:rsid w:val="00345A38"/>
    <w:rsid w:val="003461A8"/>
    <w:rsid w:val="0035036B"/>
    <w:rsid w:val="003529F0"/>
    <w:rsid w:val="00353708"/>
    <w:rsid w:val="00355C0C"/>
    <w:rsid w:val="00355FD3"/>
    <w:rsid w:val="003576D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1089"/>
    <w:rsid w:val="003741E8"/>
    <w:rsid w:val="00374B1B"/>
    <w:rsid w:val="00380373"/>
    <w:rsid w:val="0038106F"/>
    <w:rsid w:val="003810C2"/>
    <w:rsid w:val="003844EF"/>
    <w:rsid w:val="00391EF0"/>
    <w:rsid w:val="00392372"/>
    <w:rsid w:val="00392A9C"/>
    <w:rsid w:val="00392F29"/>
    <w:rsid w:val="003950EF"/>
    <w:rsid w:val="00397DD4"/>
    <w:rsid w:val="003A1650"/>
    <w:rsid w:val="003A2701"/>
    <w:rsid w:val="003A325F"/>
    <w:rsid w:val="003A3DF4"/>
    <w:rsid w:val="003A5F27"/>
    <w:rsid w:val="003A70F8"/>
    <w:rsid w:val="003B0F5D"/>
    <w:rsid w:val="003B10D6"/>
    <w:rsid w:val="003B125B"/>
    <w:rsid w:val="003B1F68"/>
    <w:rsid w:val="003B6C1A"/>
    <w:rsid w:val="003B7914"/>
    <w:rsid w:val="003C0255"/>
    <w:rsid w:val="003C0778"/>
    <w:rsid w:val="003C13F7"/>
    <w:rsid w:val="003C1C3C"/>
    <w:rsid w:val="003C2A56"/>
    <w:rsid w:val="003C2E62"/>
    <w:rsid w:val="003D19E8"/>
    <w:rsid w:val="003D2D17"/>
    <w:rsid w:val="003D2F38"/>
    <w:rsid w:val="003D3D4E"/>
    <w:rsid w:val="003D44A8"/>
    <w:rsid w:val="003D5420"/>
    <w:rsid w:val="003E1D6E"/>
    <w:rsid w:val="003E3FDA"/>
    <w:rsid w:val="003E46FE"/>
    <w:rsid w:val="003E55BA"/>
    <w:rsid w:val="003E63A4"/>
    <w:rsid w:val="003E6915"/>
    <w:rsid w:val="003F1D45"/>
    <w:rsid w:val="003F497A"/>
    <w:rsid w:val="003F4BDD"/>
    <w:rsid w:val="003F511D"/>
    <w:rsid w:val="003F5678"/>
    <w:rsid w:val="003F5D34"/>
    <w:rsid w:val="003F5EEF"/>
    <w:rsid w:val="0040053E"/>
    <w:rsid w:val="00400585"/>
    <w:rsid w:val="0040181E"/>
    <w:rsid w:val="0040251F"/>
    <w:rsid w:val="00403B06"/>
    <w:rsid w:val="00404A9C"/>
    <w:rsid w:val="00406DB4"/>
    <w:rsid w:val="00407C13"/>
    <w:rsid w:val="0041129E"/>
    <w:rsid w:val="00412218"/>
    <w:rsid w:val="00415688"/>
    <w:rsid w:val="00415ECC"/>
    <w:rsid w:val="00416C87"/>
    <w:rsid w:val="00420530"/>
    <w:rsid w:val="004215B6"/>
    <w:rsid w:val="00422F87"/>
    <w:rsid w:val="00423F96"/>
    <w:rsid w:val="00424AC3"/>
    <w:rsid w:val="00424D07"/>
    <w:rsid w:val="0042537F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1C88"/>
    <w:rsid w:val="00442EF2"/>
    <w:rsid w:val="00457529"/>
    <w:rsid w:val="00460C2C"/>
    <w:rsid w:val="00461690"/>
    <w:rsid w:val="00461FA0"/>
    <w:rsid w:val="0046294C"/>
    <w:rsid w:val="00463A7F"/>
    <w:rsid w:val="00464DFC"/>
    <w:rsid w:val="00465438"/>
    <w:rsid w:val="004661E3"/>
    <w:rsid w:val="00467A78"/>
    <w:rsid w:val="00467E18"/>
    <w:rsid w:val="00470900"/>
    <w:rsid w:val="004718D0"/>
    <w:rsid w:val="004722B5"/>
    <w:rsid w:val="00473612"/>
    <w:rsid w:val="004756AE"/>
    <w:rsid w:val="00480786"/>
    <w:rsid w:val="00481DC8"/>
    <w:rsid w:val="00482345"/>
    <w:rsid w:val="00484759"/>
    <w:rsid w:val="00484C93"/>
    <w:rsid w:val="00484D09"/>
    <w:rsid w:val="00485704"/>
    <w:rsid w:val="00486D07"/>
    <w:rsid w:val="00487248"/>
    <w:rsid w:val="00487BAB"/>
    <w:rsid w:val="00492086"/>
    <w:rsid w:val="00493658"/>
    <w:rsid w:val="00496233"/>
    <w:rsid w:val="004968C2"/>
    <w:rsid w:val="0049726B"/>
    <w:rsid w:val="004A359A"/>
    <w:rsid w:val="004A3F33"/>
    <w:rsid w:val="004A4D5D"/>
    <w:rsid w:val="004A4F7F"/>
    <w:rsid w:val="004A4FFF"/>
    <w:rsid w:val="004A503F"/>
    <w:rsid w:val="004B0125"/>
    <w:rsid w:val="004B3FEF"/>
    <w:rsid w:val="004B5350"/>
    <w:rsid w:val="004B7123"/>
    <w:rsid w:val="004B73BE"/>
    <w:rsid w:val="004B79A4"/>
    <w:rsid w:val="004C3028"/>
    <w:rsid w:val="004C3873"/>
    <w:rsid w:val="004C3B45"/>
    <w:rsid w:val="004C4D1E"/>
    <w:rsid w:val="004C6D7A"/>
    <w:rsid w:val="004D086D"/>
    <w:rsid w:val="004D1E64"/>
    <w:rsid w:val="004D28D7"/>
    <w:rsid w:val="004D31E9"/>
    <w:rsid w:val="004D39C5"/>
    <w:rsid w:val="004D3CE9"/>
    <w:rsid w:val="004D4214"/>
    <w:rsid w:val="004D4CBB"/>
    <w:rsid w:val="004D5222"/>
    <w:rsid w:val="004D549A"/>
    <w:rsid w:val="004E0438"/>
    <w:rsid w:val="004E08D4"/>
    <w:rsid w:val="004E08DB"/>
    <w:rsid w:val="004E2A0D"/>
    <w:rsid w:val="004E3CA7"/>
    <w:rsid w:val="004E49CE"/>
    <w:rsid w:val="004E65D5"/>
    <w:rsid w:val="004E6A28"/>
    <w:rsid w:val="004E773E"/>
    <w:rsid w:val="004E7B3F"/>
    <w:rsid w:val="004E7D8E"/>
    <w:rsid w:val="004F0A8B"/>
    <w:rsid w:val="004F4299"/>
    <w:rsid w:val="004F4B72"/>
    <w:rsid w:val="004F4C55"/>
    <w:rsid w:val="004F5551"/>
    <w:rsid w:val="004F57C8"/>
    <w:rsid w:val="004F7629"/>
    <w:rsid w:val="00500C7F"/>
    <w:rsid w:val="00500FC2"/>
    <w:rsid w:val="00503A2E"/>
    <w:rsid w:val="00505D40"/>
    <w:rsid w:val="00511F19"/>
    <w:rsid w:val="00512163"/>
    <w:rsid w:val="00512717"/>
    <w:rsid w:val="00513EB2"/>
    <w:rsid w:val="005143F0"/>
    <w:rsid w:val="00514CA4"/>
    <w:rsid w:val="00515D4D"/>
    <w:rsid w:val="00516643"/>
    <w:rsid w:val="00516E40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795B"/>
    <w:rsid w:val="005413A4"/>
    <w:rsid w:val="0054154F"/>
    <w:rsid w:val="00542FD9"/>
    <w:rsid w:val="00543281"/>
    <w:rsid w:val="00545278"/>
    <w:rsid w:val="00547B8F"/>
    <w:rsid w:val="00547D59"/>
    <w:rsid w:val="00552014"/>
    <w:rsid w:val="0055500B"/>
    <w:rsid w:val="0056122A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76D5A"/>
    <w:rsid w:val="0058220C"/>
    <w:rsid w:val="00582CE7"/>
    <w:rsid w:val="00582F5C"/>
    <w:rsid w:val="00583360"/>
    <w:rsid w:val="00584BB5"/>
    <w:rsid w:val="0058608D"/>
    <w:rsid w:val="00586CE6"/>
    <w:rsid w:val="005913B7"/>
    <w:rsid w:val="00591A9F"/>
    <w:rsid w:val="00591D1D"/>
    <w:rsid w:val="00591F5A"/>
    <w:rsid w:val="00592077"/>
    <w:rsid w:val="0059230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3F6E"/>
    <w:rsid w:val="005C65FA"/>
    <w:rsid w:val="005D08EA"/>
    <w:rsid w:val="005D1CE2"/>
    <w:rsid w:val="005D4634"/>
    <w:rsid w:val="005D46BD"/>
    <w:rsid w:val="005D4F14"/>
    <w:rsid w:val="005D66A6"/>
    <w:rsid w:val="005D6A8D"/>
    <w:rsid w:val="005D76B6"/>
    <w:rsid w:val="005E08F4"/>
    <w:rsid w:val="005E0AB2"/>
    <w:rsid w:val="005E1CD0"/>
    <w:rsid w:val="005E2EA3"/>
    <w:rsid w:val="005E4670"/>
    <w:rsid w:val="005E46A0"/>
    <w:rsid w:val="005E5192"/>
    <w:rsid w:val="005E7814"/>
    <w:rsid w:val="005F12AE"/>
    <w:rsid w:val="005F1ED3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027"/>
    <w:rsid w:val="00625117"/>
    <w:rsid w:val="00625D38"/>
    <w:rsid w:val="00626A4D"/>
    <w:rsid w:val="00626AE5"/>
    <w:rsid w:val="00626CB8"/>
    <w:rsid w:val="0063253A"/>
    <w:rsid w:val="0063275C"/>
    <w:rsid w:val="00633BA8"/>
    <w:rsid w:val="006410F9"/>
    <w:rsid w:val="00641A00"/>
    <w:rsid w:val="00641C85"/>
    <w:rsid w:val="006425C5"/>
    <w:rsid w:val="00642BF5"/>
    <w:rsid w:val="006450A1"/>
    <w:rsid w:val="00646246"/>
    <w:rsid w:val="0064626F"/>
    <w:rsid w:val="0064648A"/>
    <w:rsid w:val="00646A39"/>
    <w:rsid w:val="00646B18"/>
    <w:rsid w:val="006477A4"/>
    <w:rsid w:val="00656801"/>
    <w:rsid w:val="00657E9F"/>
    <w:rsid w:val="006605A2"/>
    <w:rsid w:val="006606FF"/>
    <w:rsid w:val="00661B51"/>
    <w:rsid w:val="006640D6"/>
    <w:rsid w:val="00664AE2"/>
    <w:rsid w:val="00664D96"/>
    <w:rsid w:val="00666263"/>
    <w:rsid w:val="006674A1"/>
    <w:rsid w:val="006677C8"/>
    <w:rsid w:val="006741A6"/>
    <w:rsid w:val="00676287"/>
    <w:rsid w:val="006850B7"/>
    <w:rsid w:val="00685468"/>
    <w:rsid w:val="00685E4E"/>
    <w:rsid w:val="00690150"/>
    <w:rsid w:val="00690518"/>
    <w:rsid w:val="00693CC3"/>
    <w:rsid w:val="006956BA"/>
    <w:rsid w:val="00696792"/>
    <w:rsid w:val="00697946"/>
    <w:rsid w:val="00697999"/>
    <w:rsid w:val="006A1E1C"/>
    <w:rsid w:val="006A2550"/>
    <w:rsid w:val="006A3E90"/>
    <w:rsid w:val="006A413F"/>
    <w:rsid w:val="006A45DB"/>
    <w:rsid w:val="006B0B8C"/>
    <w:rsid w:val="006B32B5"/>
    <w:rsid w:val="006B4FBD"/>
    <w:rsid w:val="006B5326"/>
    <w:rsid w:val="006C0675"/>
    <w:rsid w:val="006C0A5C"/>
    <w:rsid w:val="006C13CF"/>
    <w:rsid w:val="006C5318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E3B74"/>
    <w:rsid w:val="006F0FF5"/>
    <w:rsid w:val="006F164A"/>
    <w:rsid w:val="006F24D5"/>
    <w:rsid w:val="006F29C6"/>
    <w:rsid w:val="006F42E9"/>
    <w:rsid w:val="006F533A"/>
    <w:rsid w:val="006F7B81"/>
    <w:rsid w:val="00700ADF"/>
    <w:rsid w:val="0070209A"/>
    <w:rsid w:val="00702346"/>
    <w:rsid w:val="00702440"/>
    <w:rsid w:val="0070311A"/>
    <w:rsid w:val="00703522"/>
    <w:rsid w:val="00705587"/>
    <w:rsid w:val="0070608E"/>
    <w:rsid w:val="007060F5"/>
    <w:rsid w:val="007072C8"/>
    <w:rsid w:val="007140F2"/>
    <w:rsid w:val="007143FF"/>
    <w:rsid w:val="0071552F"/>
    <w:rsid w:val="00715895"/>
    <w:rsid w:val="00715B55"/>
    <w:rsid w:val="00716302"/>
    <w:rsid w:val="007163E4"/>
    <w:rsid w:val="0071707B"/>
    <w:rsid w:val="007203CA"/>
    <w:rsid w:val="00721878"/>
    <w:rsid w:val="00721976"/>
    <w:rsid w:val="00721DBE"/>
    <w:rsid w:val="00722152"/>
    <w:rsid w:val="0072220D"/>
    <w:rsid w:val="00722B89"/>
    <w:rsid w:val="00725848"/>
    <w:rsid w:val="00726B98"/>
    <w:rsid w:val="00732AF1"/>
    <w:rsid w:val="0073427D"/>
    <w:rsid w:val="00736F4C"/>
    <w:rsid w:val="007408CB"/>
    <w:rsid w:val="00740FA1"/>
    <w:rsid w:val="00742445"/>
    <w:rsid w:val="007434EF"/>
    <w:rsid w:val="00746B6E"/>
    <w:rsid w:val="00750795"/>
    <w:rsid w:val="00751376"/>
    <w:rsid w:val="007607B4"/>
    <w:rsid w:val="00764574"/>
    <w:rsid w:val="0076506D"/>
    <w:rsid w:val="0077032A"/>
    <w:rsid w:val="00770FE3"/>
    <w:rsid w:val="00772E75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40D8"/>
    <w:rsid w:val="00785DA2"/>
    <w:rsid w:val="00790913"/>
    <w:rsid w:val="00791533"/>
    <w:rsid w:val="0079174D"/>
    <w:rsid w:val="00792B09"/>
    <w:rsid w:val="00795DC5"/>
    <w:rsid w:val="00796BC1"/>
    <w:rsid w:val="00796BCE"/>
    <w:rsid w:val="00797471"/>
    <w:rsid w:val="007A1041"/>
    <w:rsid w:val="007A3CAF"/>
    <w:rsid w:val="007A4C21"/>
    <w:rsid w:val="007A4CCA"/>
    <w:rsid w:val="007B02C2"/>
    <w:rsid w:val="007B0B03"/>
    <w:rsid w:val="007B55F8"/>
    <w:rsid w:val="007B7F27"/>
    <w:rsid w:val="007B7F89"/>
    <w:rsid w:val="007C0379"/>
    <w:rsid w:val="007C178B"/>
    <w:rsid w:val="007C1892"/>
    <w:rsid w:val="007C1C8F"/>
    <w:rsid w:val="007C2F9A"/>
    <w:rsid w:val="007C3467"/>
    <w:rsid w:val="007C5276"/>
    <w:rsid w:val="007C58C0"/>
    <w:rsid w:val="007D0934"/>
    <w:rsid w:val="007D3653"/>
    <w:rsid w:val="007D3C80"/>
    <w:rsid w:val="007D4A47"/>
    <w:rsid w:val="007D4B4E"/>
    <w:rsid w:val="007D5F8B"/>
    <w:rsid w:val="007E093D"/>
    <w:rsid w:val="007E218B"/>
    <w:rsid w:val="007E277B"/>
    <w:rsid w:val="007E30F1"/>
    <w:rsid w:val="007E40A4"/>
    <w:rsid w:val="007E5A7F"/>
    <w:rsid w:val="007F334C"/>
    <w:rsid w:val="007F4486"/>
    <w:rsid w:val="007F490D"/>
    <w:rsid w:val="007F4FF8"/>
    <w:rsid w:val="007F5494"/>
    <w:rsid w:val="007F549E"/>
    <w:rsid w:val="007F562F"/>
    <w:rsid w:val="007F6069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6A64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60051"/>
    <w:rsid w:val="00862364"/>
    <w:rsid w:val="008624E2"/>
    <w:rsid w:val="00872CA1"/>
    <w:rsid w:val="00873803"/>
    <w:rsid w:val="00874668"/>
    <w:rsid w:val="00875C8B"/>
    <w:rsid w:val="008767E9"/>
    <w:rsid w:val="00881092"/>
    <w:rsid w:val="00881431"/>
    <w:rsid w:val="00881A9E"/>
    <w:rsid w:val="00882149"/>
    <w:rsid w:val="008837FF"/>
    <w:rsid w:val="00884B72"/>
    <w:rsid w:val="008877DD"/>
    <w:rsid w:val="00890043"/>
    <w:rsid w:val="00892707"/>
    <w:rsid w:val="00893F7A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189"/>
    <w:rsid w:val="008B471B"/>
    <w:rsid w:val="008B498E"/>
    <w:rsid w:val="008B5B56"/>
    <w:rsid w:val="008B637E"/>
    <w:rsid w:val="008B704A"/>
    <w:rsid w:val="008B70CD"/>
    <w:rsid w:val="008B7558"/>
    <w:rsid w:val="008C04F6"/>
    <w:rsid w:val="008C1AC5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195C"/>
    <w:rsid w:val="008E2D23"/>
    <w:rsid w:val="008E3724"/>
    <w:rsid w:val="008E4041"/>
    <w:rsid w:val="008E4BA0"/>
    <w:rsid w:val="008E5484"/>
    <w:rsid w:val="008E6DFC"/>
    <w:rsid w:val="008E726F"/>
    <w:rsid w:val="008E7976"/>
    <w:rsid w:val="008E7C99"/>
    <w:rsid w:val="008F5304"/>
    <w:rsid w:val="008F5BCB"/>
    <w:rsid w:val="008F5C09"/>
    <w:rsid w:val="008F66C6"/>
    <w:rsid w:val="00903295"/>
    <w:rsid w:val="0090469D"/>
    <w:rsid w:val="009061EE"/>
    <w:rsid w:val="00907509"/>
    <w:rsid w:val="00914942"/>
    <w:rsid w:val="009150C5"/>
    <w:rsid w:val="00917659"/>
    <w:rsid w:val="00920494"/>
    <w:rsid w:val="00920BBF"/>
    <w:rsid w:val="0092139C"/>
    <w:rsid w:val="0092268F"/>
    <w:rsid w:val="00922D95"/>
    <w:rsid w:val="009234AF"/>
    <w:rsid w:val="00926645"/>
    <w:rsid w:val="0093206A"/>
    <w:rsid w:val="00933C53"/>
    <w:rsid w:val="00934EAA"/>
    <w:rsid w:val="00935E96"/>
    <w:rsid w:val="009363D4"/>
    <w:rsid w:val="009378C3"/>
    <w:rsid w:val="009408FA"/>
    <w:rsid w:val="0094184D"/>
    <w:rsid w:val="009429C8"/>
    <w:rsid w:val="009433CB"/>
    <w:rsid w:val="009452FB"/>
    <w:rsid w:val="009462C7"/>
    <w:rsid w:val="00951539"/>
    <w:rsid w:val="0095175B"/>
    <w:rsid w:val="009524CA"/>
    <w:rsid w:val="00953CC0"/>
    <w:rsid w:val="00954075"/>
    <w:rsid w:val="009547E2"/>
    <w:rsid w:val="00955280"/>
    <w:rsid w:val="009567C1"/>
    <w:rsid w:val="00957778"/>
    <w:rsid w:val="00957C96"/>
    <w:rsid w:val="0096242B"/>
    <w:rsid w:val="00962FF2"/>
    <w:rsid w:val="009640C3"/>
    <w:rsid w:val="0096564D"/>
    <w:rsid w:val="00965EF3"/>
    <w:rsid w:val="00967C91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393D"/>
    <w:rsid w:val="009D4133"/>
    <w:rsid w:val="009D49CF"/>
    <w:rsid w:val="009D5724"/>
    <w:rsid w:val="009D6E68"/>
    <w:rsid w:val="009D6EDF"/>
    <w:rsid w:val="009D717A"/>
    <w:rsid w:val="009E279B"/>
    <w:rsid w:val="009E4287"/>
    <w:rsid w:val="009E462C"/>
    <w:rsid w:val="009E4B0D"/>
    <w:rsid w:val="009E4BA9"/>
    <w:rsid w:val="009E4ED8"/>
    <w:rsid w:val="009E4EDA"/>
    <w:rsid w:val="009E5B4C"/>
    <w:rsid w:val="009E7405"/>
    <w:rsid w:val="009E7791"/>
    <w:rsid w:val="009F0923"/>
    <w:rsid w:val="009F0EED"/>
    <w:rsid w:val="009F5529"/>
    <w:rsid w:val="009F70B2"/>
    <w:rsid w:val="00A00008"/>
    <w:rsid w:val="00A023AE"/>
    <w:rsid w:val="00A051D4"/>
    <w:rsid w:val="00A05776"/>
    <w:rsid w:val="00A05A6C"/>
    <w:rsid w:val="00A05BED"/>
    <w:rsid w:val="00A06961"/>
    <w:rsid w:val="00A101E0"/>
    <w:rsid w:val="00A127E5"/>
    <w:rsid w:val="00A12898"/>
    <w:rsid w:val="00A14964"/>
    <w:rsid w:val="00A16B8A"/>
    <w:rsid w:val="00A1757A"/>
    <w:rsid w:val="00A17A16"/>
    <w:rsid w:val="00A17D96"/>
    <w:rsid w:val="00A20368"/>
    <w:rsid w:val="00A212B4"/>
    <w:rsid w:val="00A21671"/>
    <w:rsid w:val="00A22B2B"/>
    <w:rsid w:val="00A2499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290"/>
    <w:rsid w:val="00A42B6B"/>
    <w:rsid w:val="00A43C87"/>
    <w:rsid w:val="00A45543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41E2"/>
    <w:rsid w:val="00AA6663"/>
    <w:rsid w:val="00AA7612"/>
    <w:rsid w:val="00AA77E7"/>
    <w:rsid w:val="00AA783B"/>
    <w:rsid w:val="00AB0CDF"/>
    <w:rsid w:val="00AB1B1B"/>
    <w:rsid w:val="00AB63B8"/>
    <w:rsid w:val="00AB6E95"/>
    <w:rsid w:val="00AB7543"/>
    <w:rsid w:val="00AB7A2D"/>
    <w:rsid w:val="00AB7ABC"/>
    <w:rsid w:val="00AB7D28"/>
    <w:rsid w:val="00AB7E69"/>
    <w:rsid w:val="00AC0183"/>
    <w:rsid w:val="00AC024A"/>
    <w:rsid w:val="00AC0EBA"/>
    <w:rsid w:val="00AC21C0"/>
    <w:rsid w:val="00AD234B"/>
    <w:rsid w:val="00AD3C68"/>
    <w:rsid w:val="00AD74E7"/>
    <w:rsid w:val="00AE1AA0"/>
    <w:rsid w:val="00AE1C11"/>
    <w:rsid w:val="00AE326D"/>
    <w:rsid w:val="00AE47A2"/>
    <w:rsid w:val="00AE4E22"/>
    <w:rsid w:val="00AE687B"/>
    <w:rsid w:val="00AF2724"/>
    <w:rsid w:val="00AF3322"/>
    <w:rsid w:val="00AF4472"/>
    <w:rsid w:val="00AF4D4D"/>
    <w:rsid w:val="00AF4D9B"/>
    <w:rsid w:val="00AF50A8"/>
    <w:rsid w:val="00AF52D8"/>
    <w:rsid w:val="00B00398"/>
    <w:rsid w:val="00B01135"/>
    <w:rsid w:val="00B0393D"/>
    <w:rsid w:val="00B04897"/>
    <w:rsid w:val="00B04C95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1C54"/>
    <w:rsid w:val="00B23EB4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5D8C"/>
    <w:rsid w:val="00B3631F"/>
    <w:rsid w:val="00B40F29"/>
    <w:rsid w:val="00B43FEF"/>
    <w:rsid w:val="00B44249"/>
    <w:rsid w:val="00B44841"/>
    <w:rsid w:val="00B449ED"/>
    <w:rsid w:val="00B4550A"/>
    <w:rsid w:val="00B45A93"/>
    <w:rsid w:val="00B462A2"/>
    <w:rsid w:val="00B52BA6"/>
    <w:rsid w:val="00B533BD"/>
    <w:rsid w:val="00B53B44"/>
    <w:rsid w:val="00B55C19"/>
    <w:rsid w:val="00B55EEF"/>
    <w:rsid w:val="00B604B3"/>
    <w:rsid w:val="00B60F24"/>
    <w:rsid w:val="00B65672"/>
    <w:rsid w:val="00B66332"/>
    <w:rsid w:val="00B664A3"/>
    <w:rsid w:val="00B70017"/>
    <w:rsid w:val="00B7028A"/>
    <w:rsid w:val="00B72ABD"/>
    <w:rsid w:val="00B74A69"/>
    <w:rsid w:val="00B76EDA"/>
    <w:rsid w:val="00B7768F"/>
    <w:rsid w:val="00B778B8"/>
    <w:rsid w:val="00B805FB"/>
    <w:rsid w:val="00B8220A"/>
    <w:rsid w:val="00B83671"/>
    <w:rsid w:val="00B842C4"/>
    <w:rsid w:val="00B843D4"/>
    <w:rsid w:val="00B84608"/>
    <w:rsid w:val="00B903B2"/>
    <w:rsid w:val="00B92585"/>
    <w:rsid w:val="00B95A4D"/>
    <w:rsid w:val="00B96A26"/>
    <w:rsid w:val="00B96BE7"/>
    <w:rsid w:val="00BA059F"/>
    <w:rsid w:val="00BA188B"/>
    <w:rsid w:val="00BA4608"/>
    <w:rsid w:val="00BA5F09"/>
    <w:rsid w:val="00BA619B"/>
    <w:rsid w:val="00BB3237"/>
    <w:rsid w:val="00BB6304"/>
    <w:rsid w:val="00BB74EB"/>
    <w:rsid w:val="00BC1691"/>
    <w:rsid w:val="00BC251F"/>
    <w:rsid w:val="00BC25BC"/>
    <w:rsid w:val="00BC267E"/>
    <w:rsid w:val="00BC3853"/>
    <w:rsid w:val="00BC6276"/>
    <w:rsid w:val="00BC74AC"/>
    <w:rsid w:val="00BD0858"/>
    <w:rsid w:val="00BD0D99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096"/>
    <w:rsid w:val="00BE3C80"/>
    <w:rsid w:val="00BE4EC6"/>
    <w:rsid w:val="00BE571F"/>
    <w:rsid w:val="00BE59EB"/>
    <w:rsid w:val="00BE68A3"/>
    <w:rsid w:val="00BE740C"/>
    <w:rsid w:val="00BE79FF"/>
    <w:rsid w:val="00BE7B6F"/>
    <w:rsid w:val="00BF0AD6"/>
    <w:rsid w:val="00BF28A9"/>
    <w:rsid w:val="00BF4127"/>
    <w:rsid w:val="00BF5340"/>
    <w:rsid w:val="00BF6256"/>
    <w:rsid w:val="00C00864"/>
    <w:rsid w:val="00C037C4"/>
    <w:rsid w:val="00C0494C"/>
    <w:rsid w:val="00C04FDF"/>
    <w:rsid w:val="00C07215"/>
    <w:rsid w:val="00C0740A"/>
    <w:rsid w:val="00C10AFF"/>
    <w:rsid w:val="00C114DE"/>
    <w:rsid w:val="00C14657"/>
    <w:rsid w:val="00C16E1E"/>
    <w:rsid w:val="00C17D95"/>
    <w:rsid w:val="00C22485"/>
    <w:rsid w:val="00C27ABE"/>
    <w:rsid w:val="00C30CBB"/>
    <w:rsid w:val="00C310E8"/>
    <w:rsid w:val="00C3244E"/>
    <w:rsid w:val="00C34204"/>
    <w:rsid w:val="00C3646D"/>
    <w:rsid w:val="00C422AD"/>
    <w:rsid w:val="00C435CF"/>
    <w:rsid w:val="00C43A72"/>
    <w:rsid w:val="00C4488F"/>
    <w:rsid w:val="00C478AD"/>
    <w:rsid w:val="00C47AB7"/>
    <w:rsid w:val="00C521A5"/>
    <w:rsid w:val="00C529A0"/>
    <w:rsid w:val="00C566BB"/>
    <w:rsid w:val="00C57CB3"/>
    <w:rsid w:val="00C57FF0"/>
    <w:rsid w:val="00C606EC"/>
    <w:rsid w:val="00C6080E"/>
    <w:rsid w:val="00C60F9A"/>
    <w:rsid w:val="00C61393"/>
    <w:rsid w:val="00C63862"/>
    <w:rsid w:val="00C6395E"/>
    <w:rsid w:val="00C66809"/>
    <w:rsid w:val="00C66E4C"/>
    <w:rsid w:val="00C700DD"/>
    <w:rsid w:val="00C7225B"/>
    <w:rsid w:val="00C72AD5"/>
    <w:rsid w:val="00C72AEC"/>
    <w:rsid w:val="00C765D4"/>
    <w:rsid w:val="00C7733B"/>
    <w:rsid w:val="00C77C67"/>
    <w:rsid w:val="00C81C67"/>
    <w:rsid w:val="00C82314"/>
    <w:rsid w:val="00C84318"/>
    <w:rsid w:val="00C868A1"/>
    <w:rsid w:val="00C876F7"/>
    <w:rsid w:val="00C87EE8"/>
    <w:rsid w:val="00C90370"/>
    <w:rsid w:val="00C90868"/>
    <w:rsid w:val="00C90935"/>
    <w:rsid w:val="00C91167"/>
    <w:rsid w:val="00C9180A"/>
    <w:rsid w:val="00C91B9F"/>
    <w:rsid w:val="00C92C59"/>
    <w:rsid w:val="00C9333B"/>
    <w:rsid w:val="00C93BFD"/>
    <w:rsid w:val="00C9421C"/>
    <w:rsid w:val="00C954D2"/>
    <w:rsid w:val="00C96373"/>
    <w:rsid w:val="00C972C4"/>
    <w:rsid w:val="00CA2014"/>
    <w:rsid w:val="00CA215B"/>
    <w:rsid w:val="00CA25A0"/>
    <w:rsid w:val="00CA52B5"/>
    <w:rsid w:val="00CA6699"/>
    <w:rsid w:val="00CA683A"/>
    <w:rsid w:val="00CA761D"/>
    <w:rsid w:val="00CB13EE"/>
    <w:rsid w:val="00CB23A2"/>
    <w:rsid w:val="00CB2D4B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0AD6"/>
    <w:rsid w:val="00CF151F"/>
    <w:rsid w:val="00CF1D40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1B5F"/>
    <w:rsid w:val="00D026F4"/>
    <w:rsid w:val="00D03320"/>
    <w:rsid w:val="00D040DB"/>
    <w:rsid w:val="00D041AB"/>
    <w:rsid w:val="00D075EB"/>
    <w:rsid w:val="00D07AE1"/>
    <w:rsid w:val="00D12794"/>
    <w:rsid w:val="00D13E65"/>
    <w:rsid w:val="00D145D3"/>
    <w:rsid w:val="00D150AB"/>
    <w:rsid w:val="00D1617A"/>
    <w:rsid w:val="00D17656"/>
    <w:rsid w:val="00D17B2A"/>
    <w:rsid w:val="00D210B8"/>
    <w:rsid w:val="00D259D0"/>
    <w:rsid w:val="00D25D1D"/>
    <w:rsid w:val="00D3091A"/>
    <w:rsid w:val="00D31291"/>
    <w:rsid w:val="00D3393D"/>
    <w:rsid w:val="00D33B42"/>
    <w:rsid w:val="00D33F78"/>
    <w:rsid w:val="00D3440B"/>
    <w:rsid w:val="00D34AF1"/>
    <w:rsid w:val="00D34E59"/>
    <w:rsid w:val="00D403CD"/>
    <w:rsid w:val="00D4128F"/>
    <w:rsid w:val="00D427B8"/>
    <w:rsid w:val="00D42AA2"/>
    <w:rsid w:val="00D4538F"/>
    <w:rsid w:val="00D46F30"/>
    <w:rsid w:val="00D51F77"/>
    <w:rsid w:val="00D52B8B"/>
    <w:rsid w:val="00D53972"/>
    <w:rsid w:val="00D54433"/>
    <w:rsid w:val="00D54480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A25"/>
    <w:rsid w:val="00D7366F"/>
    <w:rsid w:val="00D73A5E"/>
    <w:rsid w:val="00D7425B"/>
    <w:rsid w:val="00D75291"/>
    <w:rsid w:val="00D77549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B6901"/>
    <w:rsid w:val="00DB69F5"/>
    <w:rsid w:val="00DC320A"/>
    <w:rsid w:val="00DC3A0C"/>
    <w:rsid w:val="00DC5190"/>
    <w:rsid w:val="00DC5305"/>
    <w:rsid w:val="00DC7901"/>
    <w:rsid w:val="00DD0C6F"/>
    <w:rsid w:val="00DD158D"/>
    <w:rsid w:val="00DD3DCF"/>
    <w:rsid w:val="00DD6748"/>
    <w:rsid w:val="00DD6C05"/>
    <w:rsid w:val="00DD6C9C"/>
    <w:rsid w:val="00DD762B"/>
    <w:rsid w:val="00DE15EB"/>
    <w:rsid w:val="00DE2AB3"/>
    <w:rsid w:val="00DE2FA0"/>
    <w:rsid w:val="00DE311C"/>
    <w:rsid w:val="00DE3A80"/>
    <w:rsid w:val="00DE413A"/>
    <w:rsid w:val="00DE41C9"/>
    <w:rsid w:val="00DE4C71"/>
    <w:rsid w:val="00DF0AB7"/>
    <w:rsid w:val="00DF3A7A"/>
    <w:rsid w:val="00DF5135"/>
    <w:rsid w:val="00E01A00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096"/>
    <w:rsid w:val="00E20F46"/>
    <w:rsid w:val="00E20F69"/>
    <w:rsid w:val="00E211FF"/>
    <w:rsid w:val="00E21F4D"/>
    <w:rsid w:val="00E2622E"/>
    <w:rsid w:val="00E264CB"/>
    <w:rsid w:val="00E271CC"/>
    <w:rsid w:val="00E27BF8"/>
    <w:rsid w:val="00E30036"/>
    <w:rsid w:val="00E3224B"/>
    <w:rsid w:val="00E330BF"/>
    <w:rsid w:val="00E33ED8"/>
    <w:rsid w:val="00E34E72"/>
    <w:rsid w:val="00E41F39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1AA1"/>
    <w:rsid w:val="00E52627"/>
    <w:rsid w:val="00E52DDA"/>
    <w:rsid w:val="00E53F7B"/>
    <w:rsid w:val="00E54026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6B2"/>
    <w:rsid w:val="00E65E25"/>
    <w:rsid w:val="00E711A0"/>
    <w:rsid w:val="00E72EDC"/>
    <w:rsid w:val="00E755E2"/>
    <w:rsid w:val="00E758C7"/>
    <w:rsid w:val="00E76939"/>
    <w:rsid w:val="00E828B7"/>
    <w:rsid w:val="00E8453F"/>
    <w:rsid w:val="00E84D42"/>
    <w:rsid w:val="00E85F02"/>
    <w:rsid w:val="00E86187"/>
    <w:rsid w:val="00E95D91"/>
    <w:rsid w:val="00EA0523"/>
    <w:rsid w:val="00EA0D29"/>
    <w:rsid w:val="00EA3855"/>
    <w:rsid w:val="00EA4E7C"/>
    <w:rsid w:val="00EB1BA0"/>
    <w:rsid w:val="00EB1F91"/>
    <w:rsid w:val="00EB2B18"/>
    <w:rsid w:val="00EB2F40"/>
    <w:rsid w:val="00EC16A3"/>
    <w:rsid w:val="00EC636B"/>
    <w:rsid w:val="00EC67B5"/>
    <w:rsid w:val="00EC7A94"/>
    <w:rsid w:val="00ED2373"/>
    <w:rsid w:val="00ED2909"/>
    <w:rsid w:val="00ED65EB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1B0"/>
    <w:rsid w:val="00F008FD"/>
    <w:rsid w:val="00F00CC6"/>
    <w:rsid w:val="00F04CF4"/>
    <w:rsid w:val="00F07623"/>
    <w:rsid w:val="00F12049"/>
    <w:rsid w:val="00F145F1"/>
    <w:rsid w:val="00F17A2D"/>
    <w:rsid w:val="00F21545"/>
    <w:rsid w:val="00F21930"/>
    <w:rsid w:val="00F23799"/>
    <w:rsid w:val="00F23D6F"/>
    <w:rsid w:val="00F24469"/>
    <w:rsid w:val="00F26BE2"/>
    <w:rsid w:val="00F33CB0"/>
    <w:rsid w:val="00F359AC"/>
    <w:rsid w:val="00F36C82"/>
    <w:rsid w:val="00F36F6E"/>
    <w:rsid w:val="00F411D3"/>
    <w:rsid w:val="00F44794"/>
    <w:rsid w:val="00F473B8"/>
    <w:rsid w:val="00F50101"/>
    <w:rsid w:val="00F60F7B"/>
    <w:rsid w:val="00F65272"/>
    <w:rsid w:val="00F65274"/>
    <w:rsid w:val="00F67438"/>
    <w:rsid w:val="00F71239"/>
    <w:rsid w:val="00F71611"/>
    <w:rsid w:val="00F718F1"/>
    <w:rsid w:val="00F727AF"/>
    <w:rsid w:val="00F72B05"/>
    <w:rsid w:val="00F7477E"/>
    <w:rsid w:val="00F7540A"/>
    <w:rsid w:val="00F757CD"/>
    <w:rsid w:val="00F81177"/>
    <w:rsid w:val="00F84A8C"/>
    <w:rsid w:val="00F9179B"/>
    <w:rsid w:val="00F92BDD"/>
    <w:rsid w:val="00F95A69"/>
    <w:rsid w:val="00FA2BED"/>
    <w:rsid w:val="00FA2E98"/>
    <w:rsid w:val="00FA3193"/>
    <w:rsid w:val="00FA3E27"/>
    <w:rsid w:val="00FA4F72"/>
    <w:rsid w:val="00FA5248"/>
    <w:rsid w:val="00FA5445"/>
    <w:rsid w:val="00FA56A9"/>
    <w:rsid w:val="00FA627A"/>
    <w:rsid w:val="00FA6EDC"/>
    <w:rsid w:val="00FA7588"/>
    <w:rsid w:val="00FB05DE"/>
    <w:rsid w:val="00FB2FF9"/>
    <w:rsid w:val="00FB3531"/>
    <w:rsid w:val="00FB3564"/>
    <w:rsid w:val="00FB591F"/>
    <w:rsid w:val="00FB5CCB"/>
    <w:rsid w:val="00FB7253"/>
    <w:rsid w:val="00FB775B"/>
    <w:rsid w:val="00FB79E1"/>
    <w:rsid w:val="00FC2150"/>
    <w:rsid w:val="00FC3C08"/>
    <w:rsid w:val="00FC43CA"/>
    <w:rsid w:val="00FC4680"/>
    <w:rsid w:val="00FC50DE"/>
    <w:rsid w:val="00FC5245"/>
    <w:rsid w:val="00FC5939"/>
    <w:rsid w:val="00FC722C"/>
    <w:rsid w:val="00FC7ABD"/>
    <w:rsid w:val="00FD0513"/>
    <w:rsid w:val="00FD3A06"/>
    <w:rsid w:val="00FD3A1A"/>
    <w:rsid w:val="00FD7441"/>
    <w:rsid w:val="00FE2963"/>
    <w:rsid w:val="00FE36DA"/>
    <w:rsid w:val="00FE4D62"/>
    <w:rsid w:val="00FE65D3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../../../../../../QCS%20Document%20Control/Document%20Creation%20Resources/QCSTranslate/SP%20OHP/GV%20check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87D5009E-5FAD-4588-863F-9F6C23C74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177</TotalTime>
  <Pages>2</Pages>
  <Words>1094</Words>
  <Characters>6138</Characters>
  <Application>Microsoft Office Word</Application>
  <DocSecurity>0</DocSecurity>
  <Lines>186</Lines>
  <Paragraphs>157</Paragraphs>
  <ScaleCrop>false</ScaleCrop>
  <Company>FOG</Company>
  <LinksUpToDate>false</LinksUpToDate>
  <CharactersWithSpaces>7075</CharactersWithSpaces>
  <SharedDoc>false</SharedDoc>
  <HLinks>
    <vt:vector size="12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https://qcsinfo.org/organic-labeling-guidance-resources/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Heidi Mencl</cp:lastModifiedBy>
  <cp:revision>74</cp:revision>
  <cp:lastPrinted>2015-01-21T03:40:00Z</cp:lastPrinted>
  <dcterms:created xsi:type="dcterms:W3CDTF">2024-10-10T19:15:00Z</dcterms:created>
  <dcterms:modified xsi:type="dcterms:W3CDTF">2025-12-29T15:30:00Z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